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2D5D9E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2D5D9E" w:rsidRPr="008D40FD" w:rsidRDefault="002D5D9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2D5D9E" w:rsidRDefault="002D5D9E" w:rsidP="00FA4F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2D5D9E" w:rsidRPr="007D1931" w:rsidRDefault="002D5D9E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2D5D9E" w:rsidRDefault="002D5D9E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2D5D9E" w:rsidRDefault="002D5D9E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директора Муниципального бюджетного учреждения </w:t>
      </w:r>
    </w:p>
    <w:p w:rsidR="002D5D9E" w:rsidRPr="007D1931" w:rsidRDefault="002D5D9E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«Информационно-краеведческий музейный центр Гатчинского муниципального района»</w:t>
      </w:r>
    </w:p>
    <w:p w:rsidR="002D5D9E" w:rsidRPr="007D1931" w:rsidRDefault="002D5D9E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4"/>
        <w:gridCol w:w="1347"/>
        <w:gridCol w:w="1880"/>
        <w:gridCol w:w="1276"/>
        <w:gridCol w:w="1559"/>
        <w:gridCol w:w="1968"/>
        <w:gridCol w:w="2027"/>
        <w:gridCol w:w="1134"/>
        <w:gridCol w:w="1592"/>
      </w:tblGrid>
      <w:tr w:rsidR="002D5D9E" w:rsidRPr="008D40FD" w:rsidTr="00324FE9">
        <w:tc>
          <w:tcPr>
            <w:tcW w:w="2414" w:type="dxa"/>
            <w:vMerge w:val="restart"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 w:val="restart"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683" w:type="dxa"/>
            <w:gridSpan w:val="4"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3" w:type="dxa"/>
            <w:gridSpan w:val="3"/>
            <w:vMerge w:val="restart"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D5D9E" w:rsidRPr="008D40FD" w:rsidTr="00324FE9">
        <w:tc>
          <w:tcPr>
            <w:tcW w:w="2414" w:type="dxa"/>
            <w:vMerge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  <w:gridSpan w:val="3"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968" w:type="dxa"/>
            <w:vMerge w:val="restart"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753" w:type="dxa"/>
            <w:gridSpan w:val="3"/>
            <w:vMerge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2D5D9E" w:rsidRPr="008D40FD" w:rsidTr="00324FE9">
        <w:trPr>
          <w:trHeight w:val="1475"/>
        </w:trPr>
        <w:tc>
          <w:tcPr>
            <w:tcW w:w="2414" w:type="dxa"/>
            <w:vMerge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968" w:type="dxa"/>
            <w:vMerge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2D5D9E" w:rsidRPr="008D40FD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2D5D9E" w:rsidRPr="008D40FD" w:rsidTr="00324FE9">
        <w:trPr>
          <w:trHeight w:val="1894"/>
        </w:trPr>
        <w:tc>
          <w:tcPr>
            <w:tcW w:w="2414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Ганцев Рашид Ханяфиевич</w:t>
            </w:r>
          </w:p>
        </w:tc>
        <w:tc>
          <w:tcPr>
            <w:tcW w:w="1347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489 615,57</w:t>
            </w:r>
          </w:p>
        </w:tc>
        <w:tc>
          <w:tcPr>
            <w:tcW w:w="1880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незавершенный строительный</w:t>
            </w: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 xml:space="preserve"> объект (готовность 7%)</w:t>
            </w:r>
          </w:p>
        </w:tc>
        <w:tc>
          <w:tcPr>
            <w:tcW w:w="1276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559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8" w:type="dxa"/>
          </w:tcPr>
          <w:p w:rsidR="002D5D9E" w:rsidRPr="00324FE9" w:rsidRDefault="002D5D9E" w:rsidP="00324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324F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 xml:space="preserve">211440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Samara</w:t>
            </w: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D5D9E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 xml:space="preserve">2) Фольксваген Транспортёр, </w:t>
            </w:r>
          </w:p>
        </w:tc>
        <w:tc>
          <w:tcPr>
            <w:tcW w:w="2027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</w:p>
          <w:p w:rsidR="002D5D9E" w:rsidRPr="00324FE9" w:rsidRDefault="002D5D9E" w:rsidP="0032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</w:p>
          <w:p w:rsidR="002D5D9E" w:rsidRPr="00324FE9" w:rsidRDefault="002D5D9E" w:rsidP="0032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92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D9E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D5D9E" w:rsidRPr="008D40FD" w:rsidTr="00324FE9">
        <w:trPr>
          <w:trHeight w:val="734"/>
        </w:trPr>
        <w:tc>
          <w:tcPr>
            <w:tcW w:w="2414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47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880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1276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59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8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27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2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5D9E" w:rsidRPr="008D40FD" w:rsidTr="00324FE9">
        <w:trPr>
          <w:trHeight w:val="646"/>
        </w:trPr>
        <w:tc>
          <w:tcPr>
            <w:tcW w:w="2414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Несовершеннолетняя дочь </w:t>
            </w:r>
          </w:p>
        </w:tc>
        <w:tc>
          <w:tcPr>
            <w:tcW w:w="1347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8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27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134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92" w:type="dxa"/>
          </w:tcPr>
          <w:p w:rsidR="002D5D9E" w:rsidRPr="00324FE9" w:rsidRDefault="002D5D9E" w:rsidP="0032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F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D5D9E" w:rsidRDefault="002D5D9E" w:rsidP="007D1931">
      <w:pPr>
        <w:jc w:val="both"/>
        <w:rPr>
          <w:rFonts w:ascii="Times New Roman" w:hAnsi="Times New Roman" w:cs="Times New Roman"/>
        </w:rPr>
      </w:pPr>
    </w:p>
    <w:p w:rsidR="002D5D9E" w:rsidRPr="007D1931" w:rsidRDefault="002D5D9E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2D5D9E" w:rsidRDefault="002D5D9E" w:rsidP="003F420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2D5D9E" w:rsidRPr="00324FE9" w:rsidRDefault="002D5D9E" w:rsidP="00324FE9">
      <w:pPr>
        <w:spacing w:after="0" w:line="240" w:lineRule="auto"/>
        <w:ind w:right="1141"/>
        <w:jc w:val="right"/>
        <w:rPr>
          <w:rFonts w:ascii="Times New Roman" w:hAnsi="Times New Roman" w:cs="Times New Roman"/>
        </w:rPr>
        <w:sectPr w:rsidR="002D5D9E" w:rsidRPr="00324FE9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__________________________Ганцев Р.Х.   30 марта 2016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2D5D9E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2D5D9E" w:rsidRPr="007D1931" w:rsidRDefault="002D5D9E" w:rsidP="00B90E6B">
            <w:pPr>
              <w:pStyle w:val="ListParagraph"/>
              <w:ind w:left="34"/>
              <w:jc w:val="both"/>
            </w:pPr>
          </w:p>
        </w:tc>
      </w:tr>
    </w:tbl>
    <w:p w:rsidR="002D5D9E" w:rsidRPr="007D1931" w:rsidRDefault="002D5D9E" w:rsidP="00FA4F3C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D5D9E" w:rsidRPr="007D1931" w:rsidSect="00FA4F3C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3B02"/>
    <w:rsid w:val="000C47C4"/>
    <w:rsid w:val="00192FEA"/>
    <w:rsid w:val="001F207D"/>
    <w:rsid w:val="00211387"/>
    <w:rsid w:val="002137BB"/>
    <w:rsid w:val="002D5D9E"/>
    <w:rsid w:val="00305D24"/>
    <w:rsid w:val="00324FE9"/>
    <w:rsid w:val="00337573"/>
    <w:rsid w:val="003F420F"/>
    <w:rsid w:val="00423820"/>
    <w:rsid w:val="00465780"/>
    <w:rsid w:val="004907E7"/>
    <w:rsid w:val="00490836"/>
    <w:rsid w:val="004C0E72"/>
    <w:rsid w:val="004E025C"/>
    <w:rsid w:val="006035A0"/>
    <w:rsid w:val="006A0B89"/>
    <w:rsid w:val="00704CFA"/>
    <w:rsid w:val="007343E7"/>
    <w:rsid w:val="00735415"/>
    <w:rsid w:val="00797A3C"/>
    <w:rsid w:val="007B5CC0"/>
    <w:rsid w:val="007D1931"/>
    <w:rsid w:val="00840676"/>
    <w:rsid w:val="00847B44"/>
    <w:rsid w:val="008A5C00"/>
    <w:rsid w:val="008D40FD"/>
    <w:rsid w:val="009371B6"/>
    <w:rsid w:val="00992169"/>
    <w:rsid w:val="009A6CC1"/>
    <w:rsid w:val="00A82C60"/>
    <w:rsid w:val="00AB554D"/>
    <w:rsid w:val="00AD2364"/>
    <w:rsid w:val="00B35028"/>
    <w:rsid w:val="00B63F28"/>
    <w:rsid w:val="00B90E6B"/>
    <w:rsid w:val="00B92952"/>
    <w:rsid w:val="00BA5745"/>
    <w:rsid w:val="00C230F5"/>
    <w:rsid w:val="00C34F71"/>
    <w:rsid w:val="00C8161E"/>
    <w:rsid w:val="00D270B7"/>
    <w:rsid w:val="00D32998"/>
    <w:rsid w:val="00DB3168"/>
    <w:rsid w:val="00EF288F"/>
    <w:rsid w:val="00FA4F3C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customStyle="1" w:styleId="ConsPlusNormal">
    <w:name w:val="ConsPlusNormal"/>
    <w:uiPriority w:val="99"/>
    <w:rsid w:val="00C34F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2</Pages>
  <Words>236</Words>
  <Characters>1350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soa-kult</cp:lastModifiedBy>
  <cp:revision>15</cp:revision>
  <cp:lastPrinted>2016-04-13T09:23:00Z</cp:lastPrinted>
  <dcterms:created xsi:type="dcterms:W3CDTF">2015-02-17T08:43:00Z</dcterms:created>
  <dcterms:modified xsi:type="dcterms:W3CDTF">2016-05-04T08:29:00Z</dcterms:modified>
</cp:coreProperties>
</file>