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818" w:rsidRDefault="00F55818" w:rsidP="00AF6E8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F55818" w:rsidRDefault="00F55818" w:rsidP="00AF6E87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F55818" w:rsidRDefault="00F55818" w:rsidP="00F5426B">
      <w:pPr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назначенного на должность директора  МКУ </w:t>
      </w:r>
    </w:p>
    <w:p w:rsidR="00F55818" w:rsidRPr="00AA7FAC" w:rsidRDefault="00F55818" w:rsidP="00F5426B">
      <w:pPr>
        <w:jc w:val="center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«Служба координации и развития  коммунального хозяйства и строительства»</w:t>
      </w:r>
    </w:p>
    <w:p w:rsidR="00F55818" w:rsidRDefault="00F55818" w:rsidP="00AF6E87">
      <w:pPr>
        <w:jc w:val="center"/>
        <w:rPr>
          <w:sz w:val="22"/>
          <w:szCs w:val="22"/>
        </w:rPr>
      </w:pPr>
      <w:r>
        <w:rPr>
          <w:sz w:val="22"/>
          <w:szCs w:val="22"/>
        </w:rPr>
        <w:t>(полное наименование должности)*</w:t>
      </w:r>
    </w:p>
    <w:p w:rsidR="00F55818" w:rsidRDefault="00F55818" w:rsidP="00AF6E87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членов его семьи за период с «</w:t>
      </w:r>
      <w:r w:rsidRPr="00C7244C">
        <w:rPr>
          <w:i/>
          <w:sz w:val="28"/>
          <w:szCs w:val="28"/>
          <w:u w:val="single"/>
        </w:rPr>
        <w:t>01</w:t>
      </w:r>
      <w:r>
        <w:rPr>
          <w:sz w:val="28"/>
          <w:szCs w:val="28"/>
        </w:rPr>
        <w:t xml:space="preserve">» </w:t>
      </w:r>
      <w:r w:rsidRPr="00C7244C">
        <w:rPr>
          <w:i/>
          <w:sz w:val="28"/>
          <w:szCs w:val="28"/>
          <w:u w:val="single"/>
        </w:rPr>
        <w:t>января</w:t>
      </w:r>
      <w:r w:rsidRPr="00C7244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по «</w:t>
      </w:r>
      <w:r w:rsidRPr="00C7244C">
        <w:rPr>
          <w:i/>
          <w:sz w:val="28"/>
          <w:szCs w:val="28"/>
          <w:u w:val="single"/>
        </w:rPr>
        <w:t>31</w:t>
      </w:r>
      <w:r>
        <w:rPr>
          <w:sz w:val="28"/>
          <w:szCs w:val="28"/>
        </w:rPr>
        <w:t xml:space="preserve">» </w:t>
      </w:r>
      <w:r w:rsidRPr="00C7244C">
        <w:rPr>
          <w:i/>
          <w:sz w:val="28"/>
          <w:szCs w:val="28"/>
          <w:u w:val="single"/>
        </w:rPr>
        <w:t>декабря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C7244C">
        <w:rPr>
          <w:i/>
          <w:sz w:val="28"/>
          <w:szCs w:val="28"/>
          <w:u w:val="single"/>
        </w:rPr>
        <w:t>1</w:t>
      </w:r>
      <w:r>
        <w:rPr>
          <w:i/>
          <w:sz w:val="28"/>
          <w:szCs w:val="28"/>
          <w:u w:val="single"/>
        </w:rPr>
        <w:t>5</w:t>
      </w:r>
      <w:r>
        <w:rPr>
          <w:sz w:val="28"/>
          <w:szCs w:val="28"/>
        </w:rPr>
        <w:t>года</w:t>
      </w:r>
    </w:p>
    <w:tbl>
      <w:tblPr>
        <w:tblW w:w="15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418"/>
        <w:gridCol w:w="2829"/>
        <w:gridCol w:w="6"/>
        <w:gridCol w:w="1004"/>
        <w:gridCol w:w="6"/>
        <w:gridCol w:w="1471"/>
        <w:gridCol w:w="1509"/>
        <w:gridCol w:w="1979"/>
        <w:gridCol w:w="1145"/>
        <w:gridCol w:w="1447"/>
      </w:tblGrid>
      <w:tr w:rsidR="00F55818" w:rsidRPr="00074E03" w:rsidTr="00C155BB">
        <w:tc>
          <w:tcPr>
            <w:tcW w:w="2518" w:type="dxa"/>
            <w:vMerge w:val="restart"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F55818" w:rsidRPr="00C155BB" w:rsidRDefault="00F55818" w:rsidP="000F7074">
            <w:pPr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6825" w:type="dxa"/>
            <w:gridSpan w:val="6"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 xml:space="preserve">Перечень объектов недвижимого имущества и </w:t>
            </w:r>
          </w:p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>транспортных средств, принадлежащих на праве собственности</w:t>
            </w:r>
          </w:p>
        </w:tc>
        <w:tc>
          <w:tcPr>
            <w:tcW w:w="4571" w:type="dxa"/>
            <w:gridSpan w:val="3"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F55818" w:rsidRPr="00074E03" w:rsidTr="00C155BB">
        <w:tc>
          <w:tcPr>
            <w:tcW w:w="2518" w:type="dxa"/>
            <w:vMerge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16" w:type="dxa"/>
            <w:gridSpan w:val="5"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1509" w:type="dxa"/>
            <w:vMerge w:val="restart"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 xml:space="preserve">Транспортные средства </w:t>
            </w:r>
          </w:p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>(вид, марка)</w:t>
            </w:r>
          </w:p>
        </w:tc>
        <w:tc>
          <w:tcPr>
            <w:tcW w:w="1979" w:type="dxa"/>
            <w:vMerge w:val="restart"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>Вид объектов недвижимого имущества (***)</w:t>
            </w:r>
          </w:p>
        </w:tc>
        <w:tc>
          <w:tcPr>
            <w:tcW w:w="1145" w:type="dxa"/>
            <w:vMerge w:val="restart"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>Площадь (кВ.м)</w:t>
            </w:r>
          </w:p>
        </w:tc>
        <w:tc>
          <w:tcPr>
            <w:tcW w:w="1447" w:type="dxa"/>
            <w:vMerge w:val="restart"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>Страна расположения (****)</w:t>
            </w:r>
          </w:p>
        </w:tc>
      </w:tr>
      <w:tr w:rsidR="00F55818" w:rsidRPr="00074E03" w:rsidTr="00C155BB">
        <w:tc>
          <w:tcPr>
            <w:tcW w:w="2518" w:type="dxa"/>
            <w:vMerge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>Вид объектов недвижимого имущества (***)</w:t>
            </w:r>
          </w:p>
        </w:tc>
        <w:tc>
          <w:tcPr>
            <w:tcW w:w="1004" w:type="dxa"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>Площадь (кв.м)</w:t>
            </w:r>
          </w:p>
        </w:tc>
        <w:tc>
          <w:tcPr>
            <w:tcW w:w="1477" w:type="dxa"/>
            <w:gridSpan w:val="2"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  <w:r w:rsidRPr="00C155BB">
              <w:rPr>
                <w:sz w:val="18"/>
                <w:szCs w:val="18"/>
              </w:rPr>
              <w:t>Страна расположения (****)</w:t>
            </w:r>
          </w:p>
        </w:tc>
        <w:tc>
          <w:tcPr>
            <w:tcW w:w="1509" w:type="dxa"/>
            <w:vMerge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9" w:type="dxa"/>
            <w:vMerge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7" w:type="dxa"/>
            <w:vMerge/>
          </w:tcPr>
          <w:p w:rsidR="00F55818" w:rsidRPr="00C155BB" w:rsidRDefault="00F55818" w:rsidP="00C155BB">
            <w:pPr>
              <w:jc w:val="center"/>
              <w:rPr>
                <w:sz w:val="18"/>
                <w:szCs w:val="18"/>
              </w:rPr>
            </w:pPr>
          </w:p>
        </w:tc>
      </w:tr>
      <w:tr w:rsidR="00F55818" w:rsidRPr="00AF6E87" w:rsidTr="00C155BB">
        <w:tc>
          <w:tcPr>
            <w:tcW w:w="2518" w:type="dxa"/>
          </w:tcPr>
          <w:p w:rsidR="00F55818" w:rsidRPr="00C155BB" w:rsidRDefault="00F55818" w:rsidP="00AF6E87"/>
          <w:p w:rsidR="00F55818" w:rsidRPr="00C155BB" w:rsidRDefault="00F55818" w:rsidP="00AF6E87"/>
          <w:p w:rsidR="00F55818" w:rsidRPr="00C155BB" w:rsidRDefault="00F55818" w:rsidP="00AF6E87"/>
          <w:p w:rsidR="00F55818" w:rsidRPr="00C155BB" w:rsidRDefault="00F55818" w:rsidP="00AF6E87"/>
          <w:p w:rsidR="00F55818" w:rsidRPr="00C155BB" w:rsidRDefault="00F55818" w:rsidP="00AF6E87">
            <w:r w:rsidRPr="00C155BB">
              <w:rPr>
                <w:sz w:val="22"/>
                <w:szCs w:val="22"/>
              </w:rPr>
              <w:t>Кононов Сергей Николаевич</w:t>
            </w:r>
          </w:p>
        </w:tc>
        <w:tc>
          <w:tcPr>
            <w:tcW w:w="1418" w:type="dxa"/>
          </w:tcPr>
          <w:p w:rsidR="00F55818" w:rsidRPr="00C155BB" w:rsidRDefault="00F55818" w:rsidP="00C155BB">
            <w:pPr>
              <w:jc w:val="center"/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FE38DD">
            <w:pPr>
              <w:rPr>
                <w:i/>
              </w:rPr>
            </w:pPr>
            <w:r>
              <w:rPr>
                <w:i/>
              </w:rPr>
              <w:t>671708</w:t>
            </w:r>
            <w:r w:rsidRPr="00C155BB">
              <w:rPr>
                <w:i/>
              </w:rPr>
              <w:t>,</w:t>
            </w:r>
            <w:r>
              <w:rPr>
                <w:i/>
              </w:rPr>
              <w:t>61</w:t>
            </w:r>
          </w:p>
        </w:tc>
        <w:tc>
          <w:tcPr>
            <w:tcW w:w="2835" w:type="dxa"/>
            <w:gridSpan w:val="2"/>
          </w:tcPr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земельный участок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квартира 4-х комнатная(индивидуальная собственность)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квартира 2-х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155BB">
              <w:rPr>
                <w:i/>
                <w:sz w:val="22"/>
                <w:szCs w:val="22"/>
              </w:rPr>
              <w:t>комнатная(1\4доли)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</w:tc>
        <w:tc>
          <w:tcPr>
            <w:tcW w:w="1004" w:type="dxa"/>
          </w:tcPr>
          <w:p w:rsidR="00F55818" w:rsidRPr="00C155BB" w:rsidRDefault="00F55818" w:rsidP="00C155BB">
            <w:pPr>
              <w:jc w:val="center"/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1088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74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14,3</w:t>
            </w:r>
          </w:p>
        </w:tc>
        <w:tc>
          <w:tcPr>
            <w:tcW w:w="1477" w:type="dxa"/>
            <w:gridSpan w:val="2"/>
          </w:tcPr>
          <w:p w:rsidR="00F55818" w:rsidRPr="00C155BB" w:rsidRDefault="00F55818" w:rsidP="00C155BB">
            <w:pPr>
              <w:jc w:val="center"/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</w:tc>
        <w:tc>
          <w:tcPr>
            <w:tcW w:w="1509" w:type="dxa"/>
          </w:tcPr>
          <w:p w:rsidR="00F55818" w:rsidRPr="00C155BB" w:rsidRDefault="00F55818" w:rsidP="00C155BB">
            <w:pPr>
              <w:jc w:val="center"/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легковой автомобиль</w:t>
            </w:r>
          </w:p>
          <w:p w:rsidR="00F55818" w:rsidRPr="00C155BB" w:rsidRDefault="00F55818" w:rsidP="006D7B05">
            <w:pPr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 xml:space="preserve"> Мерседес-Бенц  Е 260, </w:t>
            </w:r>
          </w:p>
          <w:p w:rsidR="00F55818" w:rsidRPr="00C155BB" w:rsidRDefault="00F55818" w:rsidP="006D7B05">
            <w:pPr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 xml:space="preserve">легковой 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автомобиль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 xml:space="preserve">Тойота </w:t>
            </w:r>
            <w:r w:rsidRPr="00C155BB">
              <w:rPr>
                <w:i/>
                <w:sz w:val="22"/>
                <w:szCs w:val="22"/>
                <w:lang w:val="en-US"/>
              </w:rPr>
              <w:t>RAV</w:t>
            </w:r>
            <w:r w:rsidRPr="00C155BB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1979" w:type="dxa"/>
          </w:tcPr>
          <w:p w:rsidR="00F55818" w:rsidRPr="00C155BB" w:rsidRDefault="00F55818" w:rsidP="00C155BB">
            <w:pPr>
              <w:jc w:val="center"/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Квартира  2-х комнатная    (3\4 доли)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pStyle w:val="ConsPlusCell"/>
              <w:widowControl/>
              <w:jc w:val="center"/>
            </w:pPr>
            <w:r w:rsidRPr="00C155BB">
              <w:rPr>
                <w:rFonts w:ascii="Times New Roman" w:hAnsi="Times New Roman" w:cs="Times New Roman"/>
                <w:i/>
                <w:sz w:val="22"/>
                <w:szCs w:val="22"/>
              </w:rPr>
              <w:t>Садовый дом 1\2 доли</w:t>
            </w:r>
          </w:p>
          <w:p w:rsidR="00F55818" w:rsidRDefault="00F55818" w:rsidP="00C155BB">
            <w:pPr>
              <w:pStyle w:val="ConsPlusCell"/>
              <w:widowControl/>
              <w:jc w:val="center"/>
            </w:pPr>
          </w:p>
          <w:p w:rsidR="00F55818" w:rsidRPr="00C155BB" w:rsidRDefault="00F55818" w:rsidP="00C155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155BB">
              <w:rPr>
                <w:rFonts w:ascii="Times New Roman" w:hAnsi="Times New Roman" w:cs="Times New Roman"/>
                <w:i/>
                <w:sz w:val="22"/>
                <w:szCs w:val="22"/>
              </w:rPr>
              <w:t>Земельный участок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1\2 доли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</w:pPr>
            <w:r w:rsidRPr="00C155BB">
              <w:rPr>
                <w:i/>
                <w:sz w:val="22"/>
                <w:szCs w:val="22"/>
              </w:rPr>
              <w:t>Гараж</w:t>
            </w:r>
          </w:p>
        </w:tc>
        <w:tc>
          <w:tcPr>
            <w:tcW w:w="1145" w:type="dxa"/>
          </w:tcPr>
          <w:p w:rsidR="00F55818" w:rsidRPr="00C155BB" w:rsidRDefault="00F55818" w:rsidP="00C155BB">
            <w:pPr>
              <w:jc w:val="center"/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42,9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25,5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300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67449">
            <w:pPr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21</w:t>
            </w:r>
          </w:p>
        </w:tc>
        <w:tc>
          <w:tcPr>
            <w:tcW w:w="1447" w:type="dxa"/>
          </w:tcPr>
          <w:p w:rsidR="00F55818" w:rsidRPr="00C155BB" w:rsidRDefault="00F55818" w:rsidP="00C155BB">
            <w:pPr>
              <w:jc w:val="center"/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67449">
            <w:pPr>
              <w:rPr>
                <w:i/>
              </w:rPr>
            </w:pPr>
            <w:r>
              <w:rPr>
                <w:i/>
              </w:rPr>
              <w:t xml:space="preserve">   </w:t>
            </w: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67449">
            <w:pPr>
              <w:rPr>
                <w:i/>
              </w:rPr>
            </w:pPr>
            <w:r>
              <w:rPr>
                <w:i/>
              </w:rPr>
              <w:t xml:space="preserve">   </w:t>
            </w: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</w:tc>
      </w:tr>
      <w:tr w:rsidR="00F55818" w:rsidRPr="00AF6E87" w:rsidTr="00435EE4">
        <w:tc>
          <w:tcPr>
            <w:tcW w:w="2518" w:type="dxa"/>
          </w:tcPr>
          <w:p w:rsidR="00F55818" w:rsidRPr="00C155BB" w:rsidRDefault="00F55818" w:rsidP="00F5426B">
            <w:r>
              <w:t>Супруга</w:t>
            </w:r>
          </w:p>
        </w:tc>
        <w:tc>
          <w:tcPr>
            <w:tcW w:w="1418" w:type="dxa"/>
          </w:tcPr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Не имеет</w:t>
            </w:r>
          </w:p>
        </w:tc>
        <w:tc>
          <w:tcPr>
            <w:tcW w:w="2829" w:type="dxa"/>
          </w:tcPr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Не имеет</w:t>
            </w:r>
          </w:p>
        </w:tc>
        <w:tc>
          <w:tcPr>
            <w:tcW w:w="1016" w:type="dxa"/>
            <w:gridSpan w:val="3"/>
          </w:tcPr>
          <w:p w:rsidR="00F55818" w:rsidRPr="00C155BB" w:rsidRDefault="00F55818" w:rsidP="00C155BB">
            <w:pPr>
              <w:jc w:val="center"/>
              <w:rPr>
                <w:i/>
              </w:rPr>
            </w:pPr>
          </w:p>
        </w:tc>
        <w:tc>
          <w:tcPr>
            <w:tcW w:w="1471" w:type="dxa"/>
          </w:tcPr>
          <w:p w:rsidR="00F55818" w:rsidRPr="00C155BB" w:rsidRDefault="00F55818" w:rsidP="00C155BB">
            <w:pPr>
              <w:jc w:val="center"/>
              <w:rPr>
                <w:i/>
              </w:rPr>
            </w:pPr>
          </w:p>
        </w:tc>
        <w:tc>
          <w:tcPr>
            <w:tcW w:w="1509" w:type="dxa"/>
          </w:tcPr>
          <w:p w:rsidR="00F55818" w:rsidRPr="00C155BB" w:rsidRDefault="00F55818" w:rsidP="00C155BB">
            <w:pPr>
              <w:jc w:val="center"/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</w:pPr>
            <w:r w:rsidRPr="00C155BB">
              <w:rPr>
                <w:i/>
                <w:sz w:val="22"/>
                <w:szCs w:val="22"/>
              </w:rPr>
              <w:t>Не имеет</w:t>
            </w:r>
          </w:p>
        </w:tc>
        <w:tc>
          <w:tcPr>
            <w:tcW w:w="1979" w:type="dxa"/>
          </w:tcPr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земельный участок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квартира 4-х комнатная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 xml:space="preserve">Квартира  2-х комнатная    (1\4 доли) 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 xml:space="preserve">Квартира  2-х комнатная    (3\4 доли) 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pStyle w:val="ConsPlusCell"/>
              <w:widowControl/>
            </w:pPr>
            <w:r w:rsidRPr="00C155BB">
              <w:rPr>
                <w:rFonts w:ascii="Times New Roman" w:hAnsi="Times New Roman" w:cs="Times New Roman"/>
                <w:i/>
                <w:sz w:val="22"/>
                <w:szCs w:val="22"/>
              </w:rPr>
              <w:t>Садовый дом 1\2 доли</w:t>
            </w:r>
            <w:r>
              <w:t xml:space="preserve"> </w:t>
            </w:r>
          </w:p>
          <w:p w:rsidR="00F55818" w:rsidRDefault="00F55818" w:rsidP="00C155BB">
            <w:pPr>
              <w:pStyle w:val="ConsPlusCell"/>
              <w:widowControl/>
            </w:pPr>
          </w:p>
          <w:p w:rsidR="00F55818" w:rsidRPr="00C155BB" w:rsidRDefault="00F55818" w:rsidP="00C155BB">
            <w:pPr>
              <w:pStyle w:val="ConsPlusCell"/>
              <w:widowControl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155BB">
              <w:rPr>
                <w:rFonts w:ascii="Times New Roman" w:hAnsi="Times New Roman" w:cs="Times New Roman"/>
                <w:i/>
                <w:sz w:val="22"/>
                <w:szCs w:val="22"/>
              </w:rPr>
              <w:t>Земельный участок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 xml:space="preserve">1\2 доли 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67449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   </w:t>
            </w:r>
            <w:r w:rsidRPr="00C155BB">
              <w:rPr>
                <w:i/>
                <w:sz w:val="22"/>
                <w:szCs w:val="22"/>
              </w:rPr>
              <w:t>Гараж</w:t>
            </w:r>
          </w:p>
        </w:tc>
        <w:tc>
          <w:tcPr>
            <w:tcW w:w="1145" w:type="dxa"/>
          </w:tcPr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1088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74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14,3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42,9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25,5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300</w:t>
            </w:r>
          </w:p>
          <w:p w:rsidR="00F55818" w:rsidRPr="00C155BB" w:rsidRDefault="00F55818" w:rsidP="001D750A"/>
          <w:p w:rsidR="00F55818" w:rsidRPr="00C155BB" w:rsidRDefault="00F55818" w:rsidP="001D750A"/>
          <w:p w:rsidR="00F55818" w:rsidRPr="00C155BB" w:rsidRDefault="00F55818" w:rsidP="001D750A"/>
          <w:p w:rsidR="00F55818" w:rsidRPr="00C155BB" w:rsidRDefault="00F55818" w:rsidP="001D750A"/>
          <w:p w:rsidR="00F55818" w:rsidRPr="00C155BB" w:rsidRDefault="00F55818" w:rsidP="001D750A">
            <w:pPr>
              <w:rPr>
                <w:i/>
              </w:rPr>
            </w:pPr>
            <w:r w:rsidRPr="00C155BB">
              <w:rPr>
                <w:sz w:val="22"/>
                <w:szCs w:val="22"/>
              </w:rPr>
              <w:t xml:space="preserve">     </w:t>
            </w:r>
            <w:r w:rsidRPr="00C155BB">
              <w:rPr>
                <w:i/>
                <w:sz w:val="22"/>
                <w:szCs w:val="22"/>
              </w:rPr>
              <w:t>21</w:t>
            </w:r>
          </w:p>
        </w:tc>
        <w:tc>
          <w:tcPr>
            <w:tcW w:w="1447" w:type="dxa"/>
          </w:tcPr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  <w:p w:rsidR="00F55818" w:rsidRPr="00C155BB" w:rsidRDefault="00F55818" w:rsidP="00C155BB">
            <w:pPr>
              <w:jc w:val="center"/>
              <w:rPr>
                <w:i/>
              </w:rPr>
            </w:pPr>
            <w:r w:rsidRPr="00C155BB">
              <w:rPr>
                <w:i/>
                <w:sz w:val="22"/>
                <w:szCs w:val="22"/>
              </w:rPr>
              <w:t>Россия</w:t>
            </w:r>
          </w:p>
          <w:p w:rsidR="00F55818" w:rsidRPr="00C155BB" w:rsidRDefault="00F55818" w:rsidP="00C155BB">
            <w:pPr>
              <w:jc w:val="center"/>
              <w:rPr>
                <w:i/>
              </w:rPr>
            </w:pPr>
          </w:p>
        </w:tc>
      </w:tr>
    </w:tbl>
    <w:p w:rsidR="00F55818" w:rsidRDefault="00F55818" w:rsidP="002662CC">
      <w:pPr>
        <w:jc w:val="both"/>
      </w:pPr>
      <w:r w:rsidRPr="002662CC">
        <w:t xml:space="preserve">Достоверность </w:t>
      </w:r>
      <w:r>
        <w:t>и полноту настоящих сведений подтверждаю.                 Даю согласие на опубликование в сети Интернет указанных сведений.</w:t>
      </w:r>
    </w:p>
    <w:p w:rsidR="00F55818" w:rsidRDefault="00F55818" w:rsidP="002662CC">
      <w:pPr>
        <w:jc w:val="both"/>
      </w:pPr>
    </w:p>
    <w:p w:rsidR="00F55818" w:rsidRDefault="00F55818" w:rsidP="002662CC">
      <w:pPr>
        <w:jc w:val="both"/>
      </w:pPr>
      <w:r>
        <w:t xml:space="preserve">                                                                                                                        _______________________  Кононов.С.Н   __________дата</w:t>
      </w:r>
    </w:p>
    <w:p w:rsidR="00F55818" w:rsidRDefault="00F55818" w:rsidP="002662CC">
      <w:pPr>
        <w:jc w:val="both"/>
      </w:pPr>
    </w:p>
    <w:p w:rsidR="00F55818" w:rsidRPr="002662CC" w:rsidRDefault="00F55818" w:rsidP="002662CC">
      <w:pPr>
        <w:jc w:val="both"/>
        <w:rPr>
          <w:sz w:val="20"/>
          <w:szCs w:val="20"/>
        </w:rPr>
      </w:pPr>
      <w:r w:rsidRPr="002662CC">
        <w:rPr>
          <w:sz w:val="20"/>
          <w:szCs w:val="20"/>
        </w:rPr>
        <w:t>*Указывается полное наименование должности (с указанием категории, группы, структурного подразделения).</w:t>
      </w:r>
    </w:p>
    <w:p w:rsidR="00F55818" w:rsidRPr="002662CC" w:rsidRDefault="00F55818" w:rsidP="002662CC">
      <w:pPr>
        <w:jc w:val="both"/>
        <w:rPr>
          <w:sz w:val="20"/>
          <w:szCs w:val="20"/>
        </w:rPr>
      </w:pPr>
      <w:r w:rsidRPr="002662CC">
        <w:rPr>
          <w:sz w:val="20"/>
          <w:szCs w:val="20"/>
        </w:rPr>
        <w:t>**Указывается только фамилия, имя, отчество муниципального служащего. Фамилия, имя, отчество супруга (супруги) и несовершеннолетних детей не указывается.</w:t>
      </w:r>
    </w:p>
    <w:p w:rsidR="00F55818" w:rsidRDefault="00F55818" w:rsidP="002662CC">
      <w:pPr>
        <w:jc w:val="both"/>
        <w:rPr>
          <w:sz w:val="20"/>
          <w:szCs w:val="20"/>
        </w:rPr>
      </w:pPr>
      <w:r>
        <w:rPr>
          <w:sz w:val="20"/>
          <w:szCs w:val="20"/>
        </w:rPr>
        <w:t>***Указывается, например, жилой дом, земельный участок, квартира.</w:t>
      </w:r>
    </w:p>
    <w:p w:rsidR="00F55818" w:rsidRPr="00AF6E87" w:rsidRDefault="00F55818" w:rsidP="00074E03">
      <w:pPr>
        <w:jc w:val="both"/>
        <w:rPr>
          <w:sz w:val="28"/>
          <w:szCs w:val="28"/>
        </w:rPr>
      </w:pPr>
      <w:r>
        <w:rPr>
          <w:sz w:val="20"/>
          <w:szCs w:val="20"/>
        </w:rPr>
        <w:t>****Указывается: Россия или иная страна (государство)</w:t>
      </w:r>
    </w:p>
    <w:sectPr w:rsidR="00F55818" w:rsidRPr="00AF6E87" w:rsidSect="00074E03">
      <w:pgSz w:w="16838" w:h="11906" w:orient="landscape"/>
      <w:pgMar w:top="53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6E87"/>
    <w:rsid w:val="00004CBA"/>
    <w:rsid w:val="00015510"/>
    <w:rsid w:val="00022248"/>
    <w:rsid w:val="00022FC3"/>
    <w:rsid w:val="00026A84"/>
    <w:rsid w:val="0003333B"/>
    <w:rsid w:val="000353E5"/>
    <w:rsid w:val="00036EF8"/>
    <w:rsid w:val="00036F79"/>
    <w:rsid w:val="00037F89"/>
    <w:rsid w:val="00041B2A"/>
    <w:rsid w:val="00047BC9"/>
    <w:rsid w:val="00055D82"/>
    <w:rsid w:val="0006757E"/>
    <w:rsid w:val="00074E03"/>
    <w:rsid w:val="00075C37"/>
    <w:rsid w:val="000875B6"/>
    <w:rsid w:val="0008773B"/>
    <w:rsid w:val="000922F7"/>
    <w:rsid w:val="00092887"/>
    <w:rsid w:val="0009392B"/>
    <w:rsid w:val="00097263"/>
    <w:rsid w:val="000A45D2"/>
    <w:rsid w:val="000A4827"/>
    <w:rsid w:val="000A7801"/>
    <w:rsid w:val="000A7FCA"/>
    <w:rsid w:val="000C069A"/>
    <w:rsid w:val="000D2BD0"/>
    <w:rsid w:val="000E1119"/>
    <w:rsid w:val="000E4D5C"/>
    <w:rsid w:val="000F3230"/>
    <w:rsid w:val="000F5253"/>
    <w:rsid w:val="000F5C8F"/>
    <w:rsid w:val="000F7074"/>
    <w:rsid w:val="0010584B"/>
    <w:rsid w:val="00114DCE"/>
    <w:rsid w:val="00124C73"/>
    <w:rsid w:val="00131206"/>
    <w:rsid w:val="0013696A"/>
    <w:rsid w:val="00146EB1"/>
    <w:rsid w:val="00154088"/>
    <w:rsid w:val="00156229"/>
    <w:rsid w:val="00165324"/>
    <w:rsid w:val="001805FA"/>
    <w:rsid w:val="00181C8F"/>
    <w:rsid w:val="001A16A4"/>
    <w:rsid w:val="001A4DA0"/>
    <w:rsid w:val="001A6F6B"/>
    <w:rsid w:val="001D2720"/>
    <w:rsid w:val="001D750A"/>
    <w:rsid w:val="001D7DAD"/>
    <w:rsid w:val="001E481A"/>
    <w:rsid w:val="001F687F"/>
    <w:rsid w:val="00203F51"/>
    <w:rsid w:val="002050EE"/>
    <w:rsid w:val="0021014B"/>
    <w:rsid w:val="0024216C"/>
    <w:rsid w:val="00246EC7"/>
    <w:rsid w:val="0025201B"/>
    <w:rsid w:val="00252E1E"/>
    <w:rsid w:val="00263F6E"/>
    <w:rsid w:val="0026584B"/>
    <w:rsid w:val="002662CC"/>
    <w:rsid w:val="00267371"/>
    <w:rsid w:val="00274BD8"/>
    <w:rsid w:val="00274F12"/>
    <w:rsid w:val="00275158"/>
    <w:rsid w:val="00282095"/>
    <w:rsid w:val="0028563B"/>
    <w:rsid w:val="00297DEF"/>
    <w:rsid w:val="002A2B10"/>
    <w:rsid w:val="002B3757"/>
    <w:rsid w:val="002D4827"/>
    <w:rsid w:val="002E0948"/>
    <w:rsid w:val="002E5555"/>
    <w:rsid w:val="002E69F9"/>
    <w:rsid w:val="002F5635"/>
    <w:rsid w:val="00306A6A"/>
    <w:rsid w:val="003151BB"/>
    <w:rsid w:val="0032440E"/>
    <w:rsid w:val="00327E3E"/>
    <w:rsid w:val="00340DA6"/>
    <w:rsid w:val="00341A8E"/>
    <w:rsid w:val="00342EC2"/>
    <w:rsid w:val="00352149"/>
    <w:rsid w:val="00357073"/>
    <w:rsid w:val="00361CA8"/>
    <w:rsid w:val="00393527"/>
    <w:rsid w:val="003A1140"/>
    <w:rsid w:val="003A4488"/>
    <w:rsid w:val="003B749B"/>
    <w:rsid w:val="003C5E12"/>
    <w:rsid w:val="003D0B65"/>
    <w:rsid w:val="003D5119"/>
    <w:rsid w:val="003E74B2"/>
    <w:rsid w:val="003F3035"/>
    <w:rsid w:val="00411F13"/>
    <w:rsid w:val="00435EE4"/>
    <w:rsid w:val="00437A24"/>
    <w:rsid w:val="00450BCD"/>
    <w:rsid w:val="00452293"/>
    <w:rsid w:val="00454A06"/>
    <w:rsid w:val="00477A0A"/>
    <w:rsid w:val="00481FE4"/>
    <w:rsid w:val="0048476E"/>
    <w:rsid w:val="00491290"/>
    <w:rsid w:val="00493F7F"/>
    <w:rsid w:val="004959CC"/>
    <w:rsid w:val="004B7B4A"/>
    <w:rsid w:val="004C42F7"/>
    <w:rsid w:val="004C545B"/>
    <w:rsid w:val="004D570E"/>
    <w:rsid w:val="004D6705"/>
    <w:rsid w:val="004E618E"/>
    <w:rsid w:val="004F2993"/>
    <w:rsid w:val="004F6A8E"/>
    <w:rsid w:val="005178B4"/>
    <w:rsid w:val="005212B6"/>
    <w:rsid w:val="005239EB"/>
    <w:rsid w:val="0052610F"/>
    <w:rsid w:val="00531084"/>
    <w:rsid w:val="0053274D"/>
    <w:rsid w:val="005328C5"/>
    <w:rsid w:val="00532C65"/>
    <w:rsid w:val="00535216"/>
    <w:rsid w:val="0054109A"/>
    <w:rsid w:val="005475EE"/>
    <w:rsid w:val="00551F58"/>
    <w:rsid w:val="0055405C"/>
    <w:rsid w:val="005540CD"/>
    <w:rsid w:val="00557931"/>
    <w:rsid w:val="00563108"/>
    <w:rsid w:val="00563A54"/>
    <w:rsid w:val="005725BE"/>
    <w:rsid w:val="00572E8D"/>
    <w:rsid w:val="00574B9D"/>
    <w:rsid w:val="005A090A"/>
    <w:rsid w:val="005A0BF5"/>
    <w:rsid w:val="005B6B79"/>
    <w:rsid w:val="005C1F88"/>
    <w:rsid w:val="005D002A"/>
    <w:rsid w:val="005D2D7E"/>
    <w:rsid w:val="005E2B7F"/>
    <w:rsid w:val="005E58C4"/>
    <w:rsid w:val="005E64E6"/>
    <w:rsid w:val="005E67BA"/>
    <w:rsid w:val="005E7222"/>
    <w:rsid w:val="005F2601"/>
    <w:rsid w:val="006036E2"/>
    <w:rsid w:val="00605CC0"/>
    <w:rsid w:val="0061221D"/>
    <w:rsid w:val="00621FC9"/>
    <w:rsid w:val="00625FEC"/>
    <w:rsid w:val="0062770A"/>
    <w:rsid w:val="00632A8A"/>
    <w:rsid w:val="00633624"/>
    <w:rsid w:val="006341F9"/>
    <w:rsid w:val="00643CA4"/>
    <w:rsid w:val="0064617D"/>
    <w:rsid w:val="00650C5A"/>
    <w:rsid w:val="00657CFC"/>
    <w:rsid w:val="00661185"/>
    <w:rsid w:val="00661FD9"/>
    <w:rsid w:val="006658F3"/>
    <w:rsid w:val="00667887"/>
    <w:rsid w:val="00670FC2"/>
    <w:rsid w:val="00675AA2"/>
    <w:rsid w:val="006771C1"/>
    <w:rsid w:val="00680261"/>
    <w:rsid w:val="00685B82"/>
    <w:rsid w:val="0068778F"/>
    <w:rsid w:val="0069144A"/>
    <w:rsid w:val="0069465C"/>
    <w:rsid w:val="006A0278"/>
    <w:rsid w:val="006A0D67"/>
    <w:rsid w:val="006A509F"/>
    <w:rsid w:val="006B156A"/>
    <w:rsid w:val="006B36DC"/>
    <w:rsid w:val="006B3A91"/>
    <w:rsid w:val="006B59E5"/>
    <w:rsid w:val="006C5A70"/>
    <w:rsid w:val="006D1784"/>
    <w:rsid w:val="006D2647"/>
    <w:rsid w:val="006D7B05"/>
    <w:rsid w:val="006E17C3"/>
    <w:rsid w:val="006E1C45"/>
    <w:rsid w:val="006E1D2E"/>
    <w:rsid w:val="006F1B4F"/>
    <w:rsid w:val="00701FDE"/>
    <w:rsid w:val="0071108F"/>
    <w:rsid w:val="00712466"/>
    <w:rsid w:val="00720002"/>
    <w:rsid w:val="00725530"/>
    <w:rsid w:val="00727969"/>
    <w:rsid w:val="00752901"/>
    <w:rsid w:val="007700DA"/>
    <w:rsid w:val="0077036E"/>
    <w:rsid w:val="00772C5D"/>
    <w:rsid w:val="0077795A"/>
    <w:rsid w:val="007A4252"/>
    <w:rsid w:val="007B23DA"/>
    <w:rsid w:val="007B2F36"/>
    <w:rsid w:val="007B53CC"/>
    <w:rsid w:val="007C2A38"/>
    <w:rsid w:val="007D774B"/>
    <w:rsid w:val="007F20EF"/>
    <w:rsid w:val="00812744"/>
    <w:rsid w:val="008201AE"/>
    <w:rsid w:val="00826CEE"/>
    <w:rsid w:val="0082767F"/>
    <w:rsid w:val="00843DF3"/>
    <w:rsid w:val="00844D6D"/>
    <w:rsid w:val="00845F7C"/>
    <w:rsid w:val="00856A22"/>
    <w:rsid w:val="00857F77"/>
    <w:rsid w:val="0087451A"/>
    <w:rsid w:val="0088344D"/>
    <w:rsid w:val="0088653F"/>
    <w:rsid w:val="00890461"/>
    <w:rsid w:val="00891A0A"/>
    <w:rsid w:val="00892392"/>
    <w:rsid w:val="00894EF2"/>
    <w:rsid w:val="008A1B98"/>
    <w:rsid w:val="008A4C9A"/>
    <w:rsid w:val="008A52ED"/>
    <w:rsid w:val="008B26F7"/>
    <w:rsid w:val="008B3D20"/>
    <w:rsid w:val="008C27B9"/>
    <w:rsid w:val="008D323D"/>
    <w:rsid w:val="008D4BA7"/>
    <w:rsid w:val="008E0047"/>
    <w:rsid w:val="008E195B"/>
    <w:rsid w:val="008E6535"/>
    <w:rsid w:val="008F0C5A"/>
    <w:rsid w:val="00901F4B"/>
    <w:rsid w:val="00906659"/>
    <w:rsid w:val="00907314"/>
    <w:rsid w:val="009148CF"/>
    <w:rsid w:val="0092529C"/>
    <w:rsid w:val="00925E71"/>
    <w:rsid w:val="00935CB0"/>
    <w:rsid w:val="00937FAB"/>
    <w:rsid w:val="009419BB"/>
    <w:rsid w:val="00960871"/>
    <w:rsid w:val="00964D80"/>
    <w:rsid w:val="00965A04"/>
    <w:rsid w:val="00975D82"/>
    <w:rsid w:val="00984963"/>
    <w:rsid w:val="0098516F"/>
    <w:rsid w:val="00987228"/>
    <w:rsid w:val="00993E30"/>
    <w:rsid w:val="009A08C3"/>
    <w:rsid w:val="009B11FE"/>
    <w:rsid w:val="009B6369"/>
    <w:rsid w:val="009D6027"/>
    <w:rsid w:val="009D7015"/>
    <w:rsid w:val="009D7E98"/>
    <w:rsid w:val="00A066A2"/>
    <w:rsid w:val="00A07812"/>
    <w:rsid w:val="00A20EEF"/>
    <w:rsid w:val="00A22355"/>
    <w:rsid w:val="00A320CB"/>
    <w:rsid w:val="00A546F6"/>
    <w:rsid w:val="00A548C0"/>
    <w:rsid w:val="00A62503"/>
    <w:rsid w:val="00A708EB"/>
    <w:rsid w:val="00A7117A"/>
    <w:rsid w:val="00A75B54"/>
    <w:rsid w:val="00A922CB"/>
    <w:rsid w:val="00A97CBD"/>
    <w:rsid w:val="00AA7FAC"/>
    <w:rsid w:val="00AB7E25"/>
    <w:rsid w:val="00AC6810"/>
    <w:rsid w:val="00AD1502"/>
    <w:rsid w:val="00AD1589"/>
    <w:rsid w:val="00AD3A82"/>
    <w:rsid w:val="00AD5423"/>
    <w:rsid w:val="00AE138F"/>
    <w:rsid w:val="00AF3992"/>
    <w:rsid w:val="00AF51F5"/>
    <w:rsid w:val="00AF5B80"/>
    <w:rsid w:val="00AF6E87"/>
    <w:rsid w:val="00AF6EAF"/>
    <w:rsid w:val="00B04BBD"/>
    <w:rsid w:val="00B20750"/>
    <w:rsid w:val="00B24EFA"/>
    <w:rsid w:val="00B25756"/>
    <w:rsid w:val="00B25CC0"/>
    <w:rsid w:val="00B266E3"/>
    <w:rsid w:val="00B364EA"/>
    <w:rsid w:val="00B36F2C"/>
    <w:rsid w:val="00B37041"/>
    <w:rsid w:val="00B5756E"/>
    <w:rsid w:val="00B61856"/>
    <w:rsid w:val="00B63075"/>
    <w:rsid w:val="00B661B2"/>
    <w:rsid w:val="00B75712"/>
    <w:rsid w:val="00B809ED"/>
    <w:rsid w:val="00B80CE9"/>
    <w:rsid w:val="00B82FD1"/>
    <w:rsid w:val="00B85C27"/>
    <w:rsid w:val="00B861DF"/>
    <w:rsid w:val="00B950A5"/>
    <w:rsid w:val="00BA3BAF"/>
    <w:rsid w:val="00BA4CC5"/>
    <w:rsid w:val="00BC0268"/>
    <w:rsid w:val="00BC59D8"/>
    <w:rsid w:val="00BC607B"/>
    <w:rsid w:val="00BD0BA1"/>
    <w:rsid w:val="00BE26E9"/>
    <w:rsid w:val="00BF7979"/>
    <w:rsid w:val="00C0767A"/>
    <w:rsid w:val="00C11E3A"/>
    <w:rsid w:val="00C155BB"/>
    <w:rsid w:val="00C23D7D"/>
    <w:rsid w:val="00C24029"/>
    <w:rsid w:val="00C2572C"/>
    <w:rsid w:val="00C36013"/>
    <w:rsid w:val="00C413CC"/>
    <w:rsid w:val="00C42670"/>
    <w:rsid w:val="00C517FC"/>
    <w:rsid w:val="00C5322B"/>
    <w:rsid w:val="00C56A4F"/>
    <w:rsid w:val="00C67449"/>
    <w:rsid w:val="00C6773D"/>
    <w:rsid w:val="00C7244C"/>
    <w:rsid w:val="00C80074"/>
    <w:rsid w:val="00C82812"/>
    <w:rsid w:val="00C82BE4"/>
    <w:rsid w:val="00C9001F"/>
    <w:rsid w:val="00C9262F"/>
    <w:rsid w:val="00CA62AF"/>
    <w:rsid w:val="00CB2CF2"/>
    <w:rsid w:val="00CB345B"/>
    <w:rsid w:val="00CB4217"/>
    <w:rsid w:val="00CB433D"/>
    <w:rsid w:val="00CC0113"/>
    <w:rsid w:val="00CD0727"/>
    <w:rsid w:val="00CE3101"/>
    <w:rsid w:val="00CF688C"/>
    <w:rsid w:val="00D019A8"/>
    <w:rsid w:val="00D066D2"/>
    <w:rsid w:val="00D11A1F"/>
    <w:rsid w:val="00D16670"/>
    <w:rsid w:val="00D338A3"/>
    <w:rsid w:val="00D33D08"/>
    <w:rsid w:val="00D40061"/>
    <w:rsid w:val="00D41A8E"/>
    <w:rsid w:val="00D45279"/>
    <w:rsid w:val="00D45916"/>
    <w:rsid w:val="00D45FDD"/>
    <w:rsid w:val="00D46019"/>
    <w:rsid w:val="00D46E3B"/>
    <w:rsid w:val="00D4746C"/>
    <w:rsid w:val="00D54063"/>
    <w:rsid w:val="00D55C0B"/>
    <w:rsid w:val="00D5614C"/>
    <w:rsid w:val="00D60488"/>
    <w:rsid w:val="00D63C54"/>
    <w:rsid w:val="00D6552A"/>
    <w:rsid w:val="00D67F4B"/>
    <w:rsid w:val="00D7263F"/>
    <w:rsid w:val="00D805E3"/>
    <w:rsid w:val="00D8283C"/>
    <w:rsid w:val="00D860B7"/>
    <w:rsid w:val="00D96E6F"/>
    <w:rsid w:val="00DB5D9B"/>
    <w:rsid w:val="00DB6F1F"/>
    <w:rsid w:val="00DC1307"/>
    <w:rsid w:val="00DD038A"/>
    <w:rsid w:val="00DD24FD"/>
    <w:rsid w:val="00DD466E"/>
    <w:rsid w:val="00DE08C6"/>
    <w:rsid w:val="00DE4E70"/>
    <w:rsid w:val="00DF0AEA"/>
    <w:rsid w:val="00DF477B"/>
    <w:rsid w:val="00E0386D"/>
    <w:rsid w:val="00E10EB2"/>
    <w:rsid w:val="00E51475"/>
    <w:rsid w:val="00E5290F"/>
    <w:rsid w:val="00E56EE6"/>
    <w:rsid w:val="00E6146A"/>
    <w:rsid w:val="00E62B89"/>
    <w:rsid w:val="00E67F20"/>
    <w:rsid w:val="00E81235"/>
    <w:rsid w:val="00E8140A"/>
    <w:rsid w:val="00E9465B"/>
    <w:rsid w:val="00EA51A8"/>
    <w:rsid w:val="00EA67EA"/>
    <w:rsid w:val="00EB547F"/>
    <w:rsid w:val="00EC0DC8"/>
    <w:rsid w:val="00EC3181"/>
    <w:rsid w:val="00EC6DA5"/>
    <w:rsid w:val="00EC7044"/>
    <w:rsid w:val="00EE1A42"/>
    <w:rsid w:val="00EF24AB"/>
    <w:rsid w:val="00EF3AC2"/>
    <w:rsid w:val="00EF5EA4"/>
    <w:rsid w:val="00F028C4"/>
    <w:rsid w:val="00F048F8"/>
    <w:rsid w:val="00F0685C"/>
    <w:rsid w:val="00F06DF5"/>
    <w:rsid w:val="00F11F2E"/>
    <w:rsid w:val="00F14E35"/>
    <w:rsid w:val="00F15C29"/>
    <w:rsid w:val="00F23B8D"/>
    <w:rsid w:val="00F3164A"/>
    <w:rsid w:val="00F32917"/>
    <w:rsid w:val="00F36790"/>
    <w:rsid w:val="00F51EE0"/>
    <w:rsid w:val="00F5426B"/>
    <w:rsid w:val="00F55818"/>
    <w:rsid w:val="00F61B1C"/>
    <w:rsid w:val="00F67160"/>
    <w:rsid w:val="00F77461"/>
    <w:rsid w:val="00F84A2A"/>
    <w:rsid w:val="00F92F74"/>
    <w:rsid w:val="00FB354C"/>
    <w:rsid w:val="00FB6C6F"/>
    <w:rsid w:val="00FC22EA"/>
    <w:rsid w:val="00FC41A1"/>
    <w:rsid w:val="00FE38DD"/>
    <w:rsid w:val="00FF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82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F6E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74E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440E"/>
    <w:rPr>
      <w:rFonts w:cs="Times New Roman"/>
      <w:sz w:val="2"/>
    </w:rPr>
  </w:style>
  <w:style w:type="paragraph" w:customStyle="1" w:styleId="ConsPlusCell">
    <w:name w:val="ConsPlusCell"/>
    <w:uiPriority w:val="99"/>
    <w:rsid w:val="006D7B0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2</Pages>
  <Words>334</Words>
  <Characters>1909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gos-kadr</cp:lastModifiedBy>
  <cp:revision>11</cp:revision>
  <cp:lastPrinted>2016-03-11T08:58:00Z</cp:lastPrinted>
  <dcterms:created xsi:type="dcterms:W3CDTF">2015-04-17T07:25:00Z</dcterms:created>
  <dcterms:modified xsi:type="dcterms:W3CDTF">2016-03-14T06:52:00Z</dcterms:modified>
</cp:coreProperties>
</file>