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5DA" w:rsidRPr="007D1931" w:rsidRDefault="006335DA" w:rsidP="00FE65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6335DA" w:rsidRDefault="006335DA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о доходах, об имуществе и обязательствах имущественного характера</w:t>
      </w:r>
    </w:p>
    <w:p w:rsidR="006335DA" w:rsidRPr="002C7949" w:rsidRDefault="006335DA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C794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директора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муниципального казенного учреждения </w:t>
      </w:r>
      <w:r w:rsidRPr="002C794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«Центр социальной поддержки граждан города Гатчина»</w:t>
      </w:r>
    </w:p>
    <w:p w:rsidR="006335DA" w:rsidRPr="007D1931" w:rsidRDefault="006335DA" w:rsidP="00FE658E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D1931">
        <w:rPr>
          <w:rFonts w:ascii="Times New Roman" w:hAnsi="Times New Roman" w:cs="Times New Roman"/>
          <w:sz w:val="20"/>
          <w:szCs w:val="20"/>
        </w:rPr>
        <w:t xml:space="preserve"> ( полное наименование должности)*</w:t>
      </w:r>
    </w:p>
    <w:p w:rsidR="006335DA" w:rsidRPr="007D1931" w:rsidRDefault="006335DA" w:rsidP="00FE658E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  <w:b/>
          <w:bCs/>
          <w:sz w:val="28"/>
          <w:szCs w:val="28"/>
        </w:rPr>
        <w:t>и членов его семьи за период с «</w:t>
      </w:r>
      <w:r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января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по «</w:t>
      </w:r>
      <w:r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декабря 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>17</w:t>
      </w:r>
      <w:r w:rsidRPr="007D1931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08"/>
        <w:gridCol w:w="1417"/>
        <w:gridCol w:w="1701"/>
        <w:gridCol w:w="1276"/>
        <w:gridCol w:w="1559"/>
        <w:gridCol w:w="1701"/>
        <w:gridCol w:w="1701"/>
        <w:gridCol w:w="1134"/>
        <w:gridCol w:w="1592"/>
      </w:tblGrid>
      <w:tr w:rsidR="006335DA" w:rsidRPr="008D40FD" w:rsidTr="00337573">
        <w:tc>
          <w:tcPr>
            <w:tcW w:w="2308" w:type="dxa"/>
            <w:vMerge w:val="restart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 xml:space="preserve">Деклариро-ванный годовой доход </w:t>
            </w:r>
          </w:p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(руб.)</w:t>
            </w:r>
          </w:p>
        </w:tc>
        <w:tc>
          <w:tcPr>
            <w:tcW w:w="6237" w:type="dxa"/>
            <w:gridSpan w:val="4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27" w:type="dxa"/>
            <w:gridSpan w:val="3"/>
            <w:vMerge w:val="restart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Перечень объектов недвижимого имущества, находящихся в пользовании</w:t>
            </w:r>
          </w:p>
        </w:tc>
      </w:tr>
      <w:tr w:rsidR="006335DA" w:rsidRPr="008D40FD" w:rsidTr="00337573">
        <w:tc>
          <w:tcPr>
            <w:tcW w:w="2308" w:type="dxa"/>
            <w:vMerge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gridSpan w:val="3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Объекты недвижимого имущества</w:t>
            </w:r>
          </w:p>
        </w:tc>
        <w:tc>
          <w:tcPr>
            <w:tcW w:w="1701" w:type="dxa"/>
            <w:vMerge w:val="restart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4427" w:type="dxa"/>
            <w:gridSpan w:val="3"/>
            <w:vMerge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6335DA" w:rsidRPr="008D40FD" w:rsidTr="00337573">
        <w:tc>
          <w:tcPr>
            <w:tcW w:w="2308" w:type="dxa"/>
            <w:vMerge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276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 м)</w:t>
            </w:r>
          </w:p>
        </w:tc>
        <w:tc>
          <w:tcPr>
            <w:tcW w:w="1559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  <w:tc>
          <w:tcPr>
            <w:tcW w:w="1701" w:type="dxa"/>
            <w:vMerge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Вид объектов недвижимого имущества</w:t>
            </w:r>
          </w:p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(***)</w:t>
            </w:r>
          </w:p>
        </w:tc>
        <w:tc>
          <w:tcPr>
            <w:tcW w:w="1134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Площадь</w:t>
            </w:r>
          </w:p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592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Страна расположения</w:t>
            </w:r>
          </w:p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D40FD">
              <w:rPr>
                <w:rFonts w:ascii="Times New Roman" w:hAnsi="Times New Roman" w:cs="Times New Roman"/>
              </w:rPr>
              <w:t>(****)</w:t>
            </w:r>
          </w:p>
        </w:tc>
      </w:tr>
      <w:tr w:rsidR="006335DA" w:rsidRPr="008D40FD" w:rsidTr="008172D0">
        <w:trPr>
          <w:trHeight w:val="892"/>
        </w:trPr>
        <w:tc>
          <w:tcPr>
            <w:tcW w:w="2308" w:type="dxa"/>
          </w:tcPr>
          <w:p w:rsidR="006335DA" w:rsidRDefault="006335DA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Ермилова Наталья</w:t>
            </w:r>
          </w:p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Алексеевна</w:t>
            </w:r>
          </w:p>
        </w:tc>
        <w:tc>
          <w:tcPr>
            <w:tcW w:w="1417" w:type="dxa"/>
          </w:tcPr>
          <w:p w:rsidR="006335DA" w:rsidRPr="002C7949" w:rsidRDefault="006335DA" w:rsidP="00DE67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770875,97</w:t>
            </w:r>
          </w:p>
        </w:tc>
        <w:tc>
          <w:tcPr>
            <w:tcW w:w="1701" w:type="dxa"/>
          </w:tcPr>
          <w:p w:rsidR="006335DA" w:rsidRPr="002C7949" w:rsidRDefault="006335DA" w:rsidP="0055413D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 к</w:t>
            </w:r>
            <w:r w:rsidRPr="002C7949">
              <w:rPr>
                <w:rFonts w:ascii="Times New Roman" w:hAnsi="Times New Roman" w:cs="Times New Roman"/>
              </w:rPr>
              <w:t>вартира,  1/3 доли</w:t>
            </w:r>
          </w:p>
        </w:tc>
        <w:tc>
          <w:tcPr>
            <w:tcW w:w="1276" w:type="dxa"/>
          </w:tcPr>
          <w:p w:rsidR="006335DA" w:rsidRPr="002C7949" w:rsidRDefault="006335DA" w:rsidP="00DE67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C7949">
              <w:rPr>
                <w:rFonts w:ascii="Times New Roman" w:hAnsi="Times New Roman" w:cs="Times New Roman"/>
              </w:rPr>
              <w:t>44</w:t>
            </w:r>
            <w:r>
              <w:rPr>
                <w:rFonts w:ascii="Times New Roman" w:hAnsi="Times New Roman" w:cs="Times New Roman"/>
              </w:rPr>
              <w:t>,0</w:t>
            </w:r>
          </w:p>
          <w:p w:rsidR="006335DA" w:rsidRPr="002C7949" w:rsidRDefault="006335DA" w:rsidP="00DE67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35DA" w:rsidRPr="002C7949" w:rsidRDefault="006335DA" w:rsidP="00DE67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C7949">
              <w:rPr>
                <w:rFonts w:ascii="Times New Roman" w:hAnsi="Times New Roman" w:cs="Times New Roman"/>
              </w:rPr>
              <w:t>Россия</w:t>
            </w:r>
          </w:p>
          <w:p w:rsidR="006335DA" w:rsidRPr="002C7949" w:rsidRDefault="006335DA" w:rsidP="00DE67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35DA" w:rsidRPr="002C7949" w:rsidRDefault="006335DA" w:rsidP="00FE05E6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  <w:lang w:val="en-US"/>
              </w:rPr>
            </w:pPr>
            <w:r w:rsidRPr="002C7949">
              <w:rPr>
                <w:rFonts w:ascii="Times New Roman" w:hAnsi="Times New Roman" w:cs="Times New Roman"/>
              </w:rPr>
              <w:t xml:space="preserve">Легковой автомобиль </w:t>
            </w:r>
            <w:r w:rsidRPr="00FE05E6">
              <w:rPr>
                <w:rFonts w:ascii="Times New Roman" w:hAnsi="Times New Roman" w:cs="Times New Roman"/>
                <w:lang w:val="en-US"/>
              </w:rPr>
              <w:t>SKODA</w:t>
            </w:r>
            <w:r w:rsidRPr="00FE05E6">
              <w:rPr>
                <w:rFonts w:ascii="Times New Roman" w:hAnsi="Times New Roman" w:cs="Times New Roman"/>
              </w:rPr>
              <w:t xml:space="preserve"> </w:t>
            </w:r>
            <w:r w:rsidRPr="00FE05E6">
              <w:rPr>
                <w:rFonts w:ascii="Times New Roman" w:hAnsi="Times New Roman" w:cs="Times New Roman"/>
                <w:lang w:val="en-US"/>
              </w:rPr>
              <w:t>FABIA</w:t>
            </w:r>
          </w:p>
        </w:tc>
        <w:tc>
          <w:tcPr>
            <w:tcW w:w="1701" w:type="dxa"/>
          </w:tcPr>
          <w:p w:rsidR="006335DA" w:rsidRPr="002C7949" w:rsidRDefault="006335DA" w:rsidP="0055413D">
            <w:pPr>
              <w:widowControl w:val="0"/>
              <w:autoSpaceDE w:val="0"/>
              <w:autoSpaceDN w:val="0"/>
              <w:adjustRightInd w:val="0"/>
              <w:contextualSpacing/>
              <w:textAlignment w:val="baseline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двухкомнатнаяк</w:t>
            </w:r>
            <w:r w:rsidRPr="002C7949">
              <w:rPr>
                <w:rFonts w:ascii="Times New Roman" w:hAnsi="Times New Roman" w:cs="Times New Roman"/>
              </w:rPr>
              <w:t xml:space="preserve">вартира,  </w:t>
            </w:r>
            <w:r w:rsidRPr="002C7949">
              <w:rPr>
                <w:rFonts w:ascii="Times New Roman" w:hAnsi="Times New Roman" w:cs="Times New Roman"/>
                <w:lang w:val="en-US"/>
              </w:rPr>
              <w:t>2</w:t>
            </w:r>
            <w:r w:rsidRPr="002C7949">
              <w:rPr>
                <w:rFonts w:ascii="Times New Roman" w:hAnsi="Times New Roman" w:cs="Times New Roman"/>
              </w:rPr>
              <w:t>/3 доли</w:t>
            </w:r>
          </w:p>
        </w:tc>
        <w:tc>
          <w:tcPr>
            <w:tcW w:w="1134" w:type="dxa"/>
          </w:tcPr>
          <w:p w:rsidR="006335DA" w:rsidRPr="002C7949" w:rsidRDefault="006335DA" w:rsidP="00DE67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2C7949">
              <w:rPr>
                <w:rFonts w:ascii="Times New Roman" w:hAnsi="Times New Roman" w:cs="Times New Roman"/>
                <w:lang w:val="en-US"/>
              </w:rPr>
              <w:t>44</w:t>
            </w:r>
            <w:r>
              <w:rPr>
                <w:rFonts w:ascii="Times New Roman" w:hAnsi="Times New Roman" w:cs="Times New Roman"/>
              </w:rPr>
              <w:t>,0</w:t>
            </w:r>
            <w:r w:rsidRPr="002C7949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6335DA" w:rsidRPr="002C7949" w:rsidRDefault="006335DA" w:rsidP="00DE67D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6335DA" w:rsidRPr="002C7949" w:rsidRDefault="006335DA" w:rsidP="00DE67D4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 w:cs="Times New Roman"/>
              </w:rPr>
            </w:pPr>
            <w:r w:rsidRPr="002C7949">
              <w:rPr>
                <w:rFonts w:ascii="Times New Roman" w:hAnsi="Times New Roman" w:cs="Times New Roman"/>
              </w:rPr>
              <w:t>Россия</w:t>
            </w:r>
          </w:p>
          <w:p w:rsidR="006335DA" w:rsidRPr="002C7949" w:rsidRDefault="006335DA" w:rsidP="00DE67D4">
            <w:pPr>
              <w:widowControl w:val="0"/>
              <w:autoSpaceDE w:val="0"/>
              <w:autoSpaceDN w:val="0"/>
              <w:adjustRightInd w:val="0"/>
              <w:spacing w:line="360" w:lineRule="atLeast"/>
              <w:contextualSpacing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6335DA" w:rsidRPr="008D40FD" w:rsidTr="00337573">
        <w:tc>
          <w:tcPr>
            <w:tcW w:w="2308" w:type="dxa"/>
          </w:tcPr>
          <w:p w:rsidR="006335DA" w:rsidRPr="008D40FD" w:rsidRDefault="006335DA" w:rsidP="005541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 (супруга)Не имею</w:t>
            </w:r>
          </w:p>
        </w:tc>
        <w:tc>
          <w:tcPr>
            <w:tcW w:w="1417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6335DA" w:rsidRPr="008D40FD" w:rsidTr="00337573">
        <w:tc>
          <w:tcPr>
            <w:tcW w:w="2308" w:type="dxa"/>
          </w:tcPr>
          <w:p w:rsidR="006335DA" w:rsidRPr="008D40FD" w:rsidRDefault="006335DA" w:rsidP="0055413D">
            <w:pPr>
              <w:widowControl w:val="0"/>
              <w:autoSpaceDE w:val="0"/>
              <w:autoSpaceDN w:val="0"/>
              <w:adjustRightInd w:val="0"/>
              <w:ind w:right="-323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Несовершеннолетняя дочь Не имею</w:t>
            </w:r>
          </w:p>
        </w:tc>
        <w:tc>
          <w:tcPr>
            <w:tcW w:w="1417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6335DA" w:rsidRPr="008D40FD" w:rsidTr="00337573">
        <w:tc>
          <w:tcPr>
            <w:tcW w:w="2308" w:type="dxa"/>
          </w:tcPr>
          <w:p w:rsidR="006335DA" w:rsidRPr="008D40FD" w:rsidRDefault="006335DA" w:rsidP="0055413D">
            <w:pPr>
              <w:widowControl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сын Не имею</w:t>
            </w:r>
          </w:p>
        </w:tc>
        <w:tc>
          <w:tcPr>
            <w:tcW w:w="1417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</w:tcPr>
          <w:p w:rsidR="006335DA" w:rsidRPr="008D40FD" w:rsidRDefault="006335DA" w:rsidP="00B90E6B">
            <w:pPr>
              <w:widowControl w:val="0"/>
              <w:autoSpaceDE w:val="0"/>
              <w:autoSpaceDN w:val="0"/>
              <w:adjustRightInd w:val="0"/>
              <w:spacing w:line="360" w:lineRule="atLeast"/>
              <w:jc w:val="center"/>
              <w:textAlignment w:val="baseline"/>
              <w:rPr>
                <w:rFonts w:ascii="Times New Roman" w:hAnsi="Times New Roman" w:cs="Times New Roman"/>
              </w:rPr>
            </w:pPr>
          </w:p>
        </w:tc>
      </w:tr>
    </w:tbl>
    <w:p w:rsidR="006335DA" w:rsidRPr="007D1931" w:rsidRDefault="006335DA" w:rsidP="007D1931">
      <w:pPr>
        <w:jc w:val="both"/>
        <w:rPr>
          <w:rFonts w:ascii="Times New Roman" w:hAnsi="Times New Roman" w:cs="Times New Roman"/>
        </w:rPr>
      </w:pPr>
      <w:r w:rsidRPr="007D1931">
        <w:rPr>
          <w:rFonts w:ascii="Times New Roman" w:hAnsi="Times New Roman" w:cs="Times New Roman"/>
        </w:rPr>
        <w:t>Достоверность и полноту настоящих сведений  подтверждаю.         Даю согласие на опубликование в сети Интернет указанных сведений.</w:t>
      </w:r>
    </w:p>
    <w:p w:rsidR="006335DA" w:rsidRPr="007D1931" w:rsidRDefault="006335DA" w:rsidP="00EA5FBF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1931">
        <w:rPr>
          <w:rFonts w:ascii="Times New Roman" w:hAnsi="Times New Roman" w:cs="Times New Roman"/>
        </w:rPr>
        <w:t xml:space="preserve">                                                                                                               __________________________, </w:t>
      </w:r>
      <w:r>
        <w:rPr>
          <w:rFonts w:ascii="Times New Roman" w:hAnsi="Times New Roman" w:cs="Times New Roman"/>
        </w:rPr>
        <w:t>Фамилия И.О. дата</w:t>
      </w:r>
    </w:p>
    <w:sectPr w:rsidR="006335DA" w:rsidRPr="007D1931" w:rsidSect="007D19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1931"/>
    <w:rsid w:val="000834FD"/>
    <w:rsid w:val="000D2291"/>
    <w:rsid w:val="001522F7"/>
    <w:rsid w:val="00192FEA"/>
    <w:rsid w:val="00193E71"/>
    <w:rsid w:val="001A23E1"/>
    <w:rsid w:val="001F207D"/>
    <w:rsid w:val="00210C97"/>
    <w:rsid w:val="00211387"/>
    <w:rsid w:val="002137BB"/>
    <w:rsid w:val="00246C44"/>
    <w:rsid w:val="002C7949"/>
    <w:rsid w:val="002D565B"/>
    <w:rsid w:val="002F1A11"/>
    <w:rsid w:val="00305D24"/>
    <w:rsid w:val="00337573"/>
    <w:rsid w:val="00370B20"/>
    <w:rsid w:val="003751AE"/>
    <w:rsid w:val="003A77F5"/>
    <w:rsid w:val="00440E94"/>
    <w:rsid w:val="004427DE"/>
    <w:rsid w:val="00450622"/>
    <w:rsid w:val="00490836"/>
    <w:rsid w:val="0055413D"/>
    <w:rsid w:val="005546A9"/>
    <w:rsid w:val="006035A0"/>
    <w:rsid w:val="006335DA"/>
    <w:rsid w:val="00664BA0"/>
    <w:rsid w:val="00667BC3"/>
    <w:rsid w:val="00717974"/>
    <w:rsid w:val="007352DF"/>
    <w:rsid w:val="007D1931"/>
    <w:rsid w:val="007F0F80"/>
    <w:rsid w:val="008172D0"/>
    <w:rsid w:val="008A5C00"/>
    <w:rsid w:val="008C1C42"/>
    <w:rsid w:val="008D40FD"/>
    <w:rsid w:val="009371B6"/>
    <w:rsid w:val="00946BF1"/>
    <w:rsid w:val="009A6CC1"/>
    <w:rsid w:val="009E72C2"/>
    <w:rsid w:val="00AB554D"/>
    <w:rsid w:val="00AD2364"/>
    <w:rsid w:val="00B342A6"/>
    <w:rsid w:val="00B35028"/>
    <w:rsid w:val="00B545E6"/>
    <w:rsid w:val="00B63F28"/>
    <w:rsid w:val="00B90E6B"/>
    <w:rsid w:val="00B92952"/>
    <w:rsid w:val="00BF6987"/>
    <w:rsid w:val="00C04C5D"/>
    <w:rsid w:val="00C230F5"/>
    <w:rsid w:val="00C91310"/>
    <w:rsid w:val="00CE3EDA"/>
    <w:rsid w:val="00D078B8"/>
    <w:rsid w:val="00D462FC"/>
    <w:rsid w:val="00D712A2"/>
    <w:rsid w:val="00D910AB"/>
    <w:rsid w:val="00DB3168"/>
    <w:rsid w:val="00DE67D4"/>
    <w:rsid w:val="00E12D7E"/>
    <w:rsid w:val="00E37F42"/>
    <w:rsid w:val="00E4347F"/>
    <w:rsid w:val="00E66EBA"/>
    <w:rsid w:val="00E71936"/>
    <w:rsid w:val="00EA5FBF"/>
    <w:rsid w:val="00EC1AEA"/>
    <w:rsid w:val="00EE02A3"/>
    <w:rsid w:val="00EF288F"/>
    <w:rsid w:val="00F401A5"/>
    <w:rsid w:val="00FB29B2"/>
    <w:rsid w:val="00FE05E6"/>
    <w:rsid w:val="00FE6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5D2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D1931"/>
    <w:pPr>
      <w:spacing w:after="0" w:line="240" w:lineRule="auto"/>
      <w:ind w:left="72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91</TotalTime>
  <Pages>1</Pages>
  <Words>194</Words>
  <Characters>1107</Characters>
  <Application>Microsoft Office Outlook</Application>
  <DocSecurity>0</DocSecurity>
  <Lines>0</Lines>
  <Paragraphs>0</Paragraphs>
  <ScaleCrop>false</ScaleCrop>
  <Company>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Шкаденкова Татьяна Николаевна</dc:creator>
  <cp:keywords/>
  <dc:description/>
  <cp:lastModifiedBy>fgj</cp:lastModifiedBy>
  <cp:revision>36</cp:revision>
  <cp:lastPrinted>2017-04-05T11:52:00Z</cp:lastPrinted>
  <dcterms:created xsi:type="dcterms:W3CDTF">2015-02-17T08:43:00Z</dcterms:created>
  <dcterms:modified xsi:type="dcterms:W3CDTF">2018-05-14T12:49:00Z</dcterms:modified>
</cp:coreProperties>
</file>