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20" w:type="dxa"/>
        <w:tblInd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20"/>
      </w:tblGrid>
      <w:tr w:rsidR="001645BA" w:rsidRPr="005E26A7" w:rsidTr="001A0186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1645BA" w:rsidRPr="001A0186" w:rsidRDefault="001645BA" w:rsidP="001A0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186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1645BA" w:rsidRDefault="001645BA" w:rsidP="001A0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186">
              <w:rPr>
                <w:rFonts w:ascii="Times New Roman" w:hAnsi="Times New Roman"/>
                <w:sz w:val="24"/>
                <w:szCs w:val="24"/>
              </w:rPr>
              <w:t xml:space="preserve">к решению Совета депутатов </w:t>
            </w:r>
          </w:p>
          <w:p w:rsidR="001645BA" w:rsidRPr="001A0186" w:rsidRDefault="001645BA" w:rsidP="001A0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186">
              <w:rPr>
                <w:rFonts w:ascii="Times New Roman" w:hAnsi="Times New Roman"/>
                <w:sz w:val="24"/>
                <w:szCs w:val="24"/>
              </w:rPr>
              <w:t>Гатчинского муниципального района</w:t>
            </w:r>
          </w:p>
          <w:p w:rsidR="001645BA" w:rsidRPr="001A0186" w:rsidRDefault="001645BA" w:rsidP="001A0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18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286</w:t>
            </w:r>
            <w:r w:rsidRPr="001A0186">
              <w:rPr>
                <w:rFonts w:ascii="Times New Roman" w:hAnsi="Times New Roman"/>
                <w:sz w:val="24"/>
                <w:szCs w:val="24"/>
              </w:rPr>
              <w:t xml:space="preserve">  от </w:t>
            </w:r>
            <w:r>
              <w:rPr>
                <w:rFonts w:ascii="Times New Roman" w:hAnsi="Times New Roman"/>
                <w:sz w:val="24"/>
                <w:szCs w:val="24"/>
              </w:rPr>
              <w:t>22 февраля</w:t>
            </w:r>
            <w:r w:rsidRPr="001A0186">
              <w:rPr>
                <w:rFonts w:ascii="Times New Roman" w:hAnsi="Times New Roman"/>
                <w:sz w:val="24"/>
                <w:szCs w:val="24"/>
              </w:rPr>
              <w:t xml:space="preserve"> 2013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0186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1645BA" w:rsidRPr="005E26A7" w:rsidRDefault="001645BA" w:rsidP="005E26A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1645BA" w:rsidRDefault="001645BA" w:rsidP="005E01B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45BA" w:rsidRDefault="001645BA" w:rsidP="005E01B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59.2pt;margin-top:16.6pt;width:191.75pt;height:17.95pt;z-index:251638272">
            <v:textbox style="mso-next-textbox:#_x0000_s1026">
              <w:txbxContent>
                <w:p w:rsidR="001645BA" w:rsidRPr="00033197" w:rsidRDefault="001645BA" w:rsidP="00EE775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Комитет юридического обеспечения</w:t>
                  </w:r>
                </w:p>
              </w:txbxContent>
            </v:textbox>
          </v:shape>
        </w:pict>
      </w:r>
      <w:r w:rsidRPr="00CB4B52">
        <w:rPr>
          <w:rFonts w:ascii="Times New Roman" w:hAnsi="Times New Roman"/>
          <w:b/>
          <w:sz w:val="28"/>
          <w:szCs w:val="28"/>
        </w:rPr>
        <w:t>СТРУКТУРА АДМИНИСТРАЦИИ ГАТЧИНСКОГО МУНИЦИПАЛЬНОГО РАЙОНА</w:t>
      </w:r>
    </w:p>
    <w:p w:rsidR="001645BA" w:rsidRDefault="001645BA" w:rsidP="001F1B93">
      <w:pPr>
        <w:spacing w:line="240" w:lineRule="auto"/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549.8pt;margin-top:22.9pt;width:9.4pt;height:11pt;flip:y;z-index:25169459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8" type="#_x0000_t32" style="position:absolute;left:0;text-align:left;margin-left:553.75pt;margin-top:1.4pt;width:5.45pt;height:7.05pt;flip:y;z-index:25170073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9" type="#_x0000_t202" style="position:absolute;left:0;text-align:left;margin-left:559.2pt;margin-top:13.5pt;width:191.75pt;height:21.55pt;z-index:251637248">
            <v:textbox style="mso-next-textbox:#_x0000_s1029">
              <w:txbxContent>
                <w:p w:rsidR="001645BA" w:rsidRPr="00033197" w:rsidRDefault="001645BA" w:rsidP="00EE775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33197">
                    <w:rPr>
                      <w:rFonts w:ascii="Times New Roman" w:hAnsi="Times New Roman"/>
                      <w:sz w:val="20"/>
                      <w:szCs w:val="20"/>
                    </w:rPr>
                    <w:t>Помощник главы, Пресс-секретарь</w:t>
                  </w:r>
                </w:p>
                <w:p w:rsidR="001645BA" w:rsidRDefault="001645BA"/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32" style="position:absolute;left:0;text-align:left;margin-left:559.2pt;margin-top:22.9pt;width:0;height:0;z-index:25169254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1" type="#_x0000_t32" style="position:absolute;left:0;text-align:left;margin-left:553.75pt;margin-top:8.45pt;width:0;height:0;z-index:25169356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2" type="#_x0000_t32" style="position:absolute;left:0;text-align:left;margin-left:512.25pt;margin-top:1.4pt;width:46.95pt;height:73.15pt;flip:y;z-index:251691520" o:connectortype="straight"/>
        </w:pict>
      </w:r>
      <w:r>
        <w:rPr>
          <w:noProof/>
          <w:lang w:eastAsia="ru-RU"/>
        </w:rPr>
        <w:pict>
          <v:shape id="_x0000_s1033" type="#_x0000_t32" style="position:absolute;left:0;text-align:left;margin-left:512.25pt;margin-top:24.85pt;width:46.95pt;height:49.7pt;flip:y;z-index:251690496" o:connectortype="straight"/>
        </w:pict>
      </w:r>
    </w:p>
    <w:p w:rsidR="001645BA" w:rsidRDefault="001645BA">
      <w:r>
        <w:rPr>
          <w:noProof/>
          <w:lang w:eastAsia="ru-RU"/>
        </w:rPr>
        <w:pict>
          <v:shape id="_x0000_s1034" type="#_x0000_t32" style="position:absolute;margin-left:549.8pt;margin-top:24.1pt;width:9.4pt;height:6.3pt;flip:y;z-index:25169664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5" type="#_x0000_t32" style="position:absolute;margin-left:553.75pt;margin-top:24.1pt;width:0;height:0;z-index:25169561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6" type="#_x0000_t32" style="position:absolute;margin-left:512.25pt;margin-top:24.1pt;width:46.95pt;height:25.05pt;flip:y;z-index:251689472" o:connectortype="straight"/>
        </w:pict>
      </w:r>
      <w:r>
        <w:rPr>
          <w:noProof/>
          <w:lang w:eastAsia="ru-RU"/>
        </w:rPr>
        <w:pict>
          <v:shape id="_x0000_s1037" type="#_x0000_t202" style="position:absolute;margin-left:559.2pt;margin-top:17.45pt;width:191.75pt;height:17.25pt;z-index:251636224">
            <v:textbox>
              <w:txbxContent>
                <w:p w:rsidR="001645BA" w:rsidRPr="00033197" w:rsidRDefault="001645BA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33197">
                    <w:rPr>
                      <w:rFonts w:ascii="Times New Roman" w:hAnsi="Times New Roman"/>
                      <w:sz w:val="20"/>
                      <w:szCs w:val="20"/>
                    </w:rPr>
                    <w:t>Спец.часть, Моб.работа и бронирование</w:t>
                  </w:r>
                </w:p>
              </w:txbxContent>
            </v:textbox>
          </v:shape>
        </w:pict>
      </w:r>
    </w:p>
    <w:p w:rsidR="001645BA" w:rsidRDefault="001645BA">
      <w:r>
        <w:rPr>
          <w:noProof/>
          <w:lang w:eastAsia="ru-RU"/>
        </w:rPr>
        <w:pict>
          <v:shape id="_x0000_s1038" type="#_x0000_t32" style="position:absolute;margin-left:113.9pt;margin-top:19.4pt;width:3.9pt;height:0;flip:x;z-index:25169971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9" type="#_x0000_t32" style="position:absolute;margin-left:113.9pt;margin-top:19.4pt;width:68.1pt;height:0;flip:x;z-index:251698688" o:connectortype="straight"/>
        </w:pict>
      </w:r>
      <w:r>
        <w:rPr>
          <w:noProof/>
          <w:lang w:eastAsia="ru-RU"/>
        </w:rPr>
        <w:pict>
          <v:shape id="_x0000_s1040" type="#_x0000_t202" style="position:absolute;margin-left:-11.3pt;margin-top:4.95pt;width:125.2pt;height:28.15pt;z-index:251640320">
            <v:textbox>
              <w:txbxContent>
                <w:p w:rsidR="001645BA" w:rsidRPr="009B048A" w:rsidRDefault="001645BA">
                  <w:pPr>
                    <w:rPr>
                      <w:rFonts w:ascii="Times New Roman" w:hAnsi="Times New Roman"/>
                    </w:rPr>
                  </w:pPr>
                  <w:r w:rsidRPr="009B048A">
                    <w:rPr>
                      <w:rFonts w:ascii="Times New Roman" w:hAnsi="Times New Roman"/>
                    </w:rPr>
                    <w:t>Общественные советы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1" type="#_x0000_t32" style="position:absolute;margin-left:549.8pt;margin-top:23.7pt;width:9.4pt;height:0;z-index:25169766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2" type="#_x0000_t32" style="position:absolute;margin-left:512.25pt;margin-top:23.7pt;width:46.95pt;height:0;z-index:251688448" o:connectortype="straight"/>
        </w:pict>
      </w:r>
      <w:r>
        <w:rPr>
          <w:noProof/>
          <w:lang w:eastAsia="ru-RU"/>
        </w:rPr>
        <w:pict>
          <v:shape id="_x0000_s1043" type="#_x0000_t202" style="position:absolute;margin-left:559.2pt;margin-top:13.9pt;width:191.75pt;height:19.2pt;z-index:251635200">
            <v:textbox>
              <w:txbxContent>
                <w:p w:rsidR="001645BA" w:rsidRPr="00EE7759" w:rsidRDefault="001645BA" w:rsidP="00EE775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E7759">
                    <w:rPr>
                      <w:rFonts w:ascii="Times New Roman" w:hAnsi="Times New Roman"/>
                      <w:sz w:val="20"/>
                      <w:szCs w:val="20"/>
                    </w:rPr>
                    <w:t>Специалист по защите информации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4" type="#_x0000_t202" style="position:absolute;margin-left:182pt;margin-top:4.95pt;width:330.25pt;height:28.15pt;z-index:251639296">
            <v:textbox>
              <w:txbxContent>
                <w:p w:rsidR="001645BA" w:rsidRPr="00EE7759" w:rsidRDefault="001645BA" w:rsidP="00EE775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EE7759">
                    <w:rPr>
                      <w:rFonts w:ascii="Times New Roman" w:hAnsi="Times New Roman"/>
                      <w:b/>
                    </w:rPr>
                    <w:t>Глава администрации Гатчинского муниципального района</w:t>
                  </w:r>
                </w:p>
              </w:txbxContent>
            </v:textbox>
          </v:shape>
        </w:pict>
      </w:r>
    </w:p>
    <w:p w:rsidR="001645BA" w:rsidRDefault="001645BA">
      <w:r>
        <w:rPr>
          <w:noProof/>
          <w:lang w:eastAsia="ru-RU"/>
        </w:rPr>
        <w:pict>
          <v:shape id="_x0000_s1045" type="#_x0000_t32" style="position:absolute;margin-left:401.1pt;margin-top:16.25pt;width:.8pt;height:10.25pt;z-index:25165158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6" type="#_x0000_t32" style="position:absolute;margin-left:705.55pt;margin-top:16.25pt;width:0;height:10.25pt;z-index:25165465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7" type="#_x0000_t32" style="position:absolute;margin-left:600.7pt;margin-top:19.4pt;width:0;height:7.1pt;z-index:2516536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8" type="#_x0000_t32" style="position:absolute;margin-left:504.45pt;margin-top:19.4pt;width:0;height:7.1pt;z-index:25165260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9" type="#_x0000_t32" style="position:absolute;margin-left:301.75pt;margin-top:19.4pt;width:0;height:7.1pt;z-index:25165056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0" type="#_x0000_t32" style="position:absolute;margin-left:200pt;margin-top:19.4pt;width:0;height:7.1pt;z-index:25164953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1" type="#_x0000_t32" style="position:absolute;margin-left:107.65pt;margin-top:19.4pt;width:0;height:7.1pt;z-index:25164851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2" type="#_x0000_t32" style="position:absolute;margin-left:4.35pt;margin-top:19.4pt;width:0;height:7.1pt;z-index:25164748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3" type="#_x0000_t32" style="position:absolute;margin-left:4.35pt;margin-top:16.25pt;width:701.2pt;height:3.15pt;flip:y;z-index:251641344" o:connectortype="straight"/>
        </w:pict>
      </w:r>
    </w:p>
    <w:p w:rsidR="001645BA" w:rsidRDefault="001645BA" w:rsidP="00D46EF6">
      <w:pPr>
        <w:spacing w:after="0" w:line="240" w:lineRule="auto"/>
        <w:contextualSpacing/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054" type="#_x0000_t32" style="position:absolute;margin-left:62.25pt;margin-top:122.35pt;width:8.65pt;height:0;z-index:25165772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5" type="#_x0000_t32" style="position:absolute;margin-left:62.25pt;margin-top:170.05pt;width:8.65pt;height:.05pt;z-index:25165875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6" type="#_x0000_t32" style="position:absolute;margin-left:62.25pt;margin-top:220.95pt;width:8.65pt;height:0;z-index:25165977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7" type="#_x0000_t32" style="position:absolute;margin-left:62.25pt;margin-top:19.8pt;width:0;height:196.55pt;z-index:251655680" o:connectortype="straight"/>
        </w:pict>
      </w:r>
      <w:r>
        <w:rPr>
          <w:noProof/>
          <w:lang w:eastAsia="ru-RU"/>
        </w:rPr>
        <w:pict>
          <v:shape id="_x0000_s1058" type="#_x0000_t202" style="position:absolute;margin-left:70.9pt;margin-top:1.05pt;width:79.8pt;height:94.65pt;z-index:251606528">
            <v:textbox style="mso-next-textbox:#_x0000_s1058">
              <w:txbxContent>
                <w:p w:rsidR="001645BA" w:rsidRPr="00D46EF6" w:rsidRDefault="001645BA" w:rsidP="00FD1E20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D46EF6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Заместитель главы администрации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 по финансовой политике – председатель Комитета финансов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9" type="#_x0000_t202" style="position:absolute;margin-left:70.9pt;margin-top:102.8pt;width:79.8pt;height:38.4pt;z-index:251616768">
            <v:textbox style="mso-next-textbox:#_x0000_s1059">
              <w:txbxContent>
                <w:p w:rsidR="001645BA" w:rsidRPr="000A2D39" w:rsidRDefault="001645BA" w:rsidP="00760BBC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Комитет финансов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0" type="#_x0000_t202" style="position:absolute;margin-left:70.9pt;margin-top:148.15pt;width:79.8pt;height:42.25pt;z-index:251617792">
            <v:textbox style="mso-next-textbox:#_x0000_s1060">
              <w:txbxContent>
                <w:p w:rsidR="001645BA" w:rsidRPr="000A2D39" w:rsidRDefault="001645BA" w:rsidP="00760BBC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A2D39">
                    <w:rPr>
                      <w:rFonts w:ascii="Times New Roman" w:hAnsi="Times New Roman"/>
                    </w:rPr>
                    <w:t>Комитет по управлению имуществом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1" type="#_x0000_t202" style="position:absolute;margin-left:70.9pt;margin-top:195.2pt;width:79.8pt;height:50.8pt;z-index:251618816">
            <v:textbox style="mso-next-textbox:#_x0000_s1061">
              <w:txbxContent>
                <w:p w:rsidR="001645BA" w:rsidRPr="00760BBC" w:rsidRDefault="001645BA" w:rsidP="00760BBC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60BBC">
                    <w:rPr>
                      <w:rFonts w:ascii="Times New Roman" w:hAnsi="Times New Roman"/>
                      <w:sz w:val="20"/>
                      <w:szCs w:val="20"/>
                    </w:rPr>
                    <w:t>Отдел муниципаль-ного заказа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2" type="#_x0000_t32" style="position:absolute;margin-left:655.45pt;margin-top:202.95pt;width:7.85pt;height:0;z-index:25168742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3" type="#_x0000_t32" style="position:absolute;margin-left:655.45pt;margin-top:170.05pt;width:7.85pt;height:0;z-index:2516864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4" type="#_x0000_t32" style="position:absolute;margin-left:654.7pt;margin-top:133.25pt;width:8.6pt;height:0;z-index:25168537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5" type="#_x0000_t32" style="position:absolute;margin-left:654.7pt;margin-top:91.05pt;width:8.6pt;height:0;z-index:25168435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6" type="#_x0000_t32" style="position:absolute;margin-left:654.7pt;margin-top:55pt;width:8.6pt;height:0;z-index:25168332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7" type="#_x0000_t32" style="position:absolute;margin-left:654.7pt;margin-top:19.8pt;width:8.6pt;height:0;z-index:25168230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8" type="#_x0000_t32" style="position:absolute;margin-left:654.7pt;margin-top:19.8pt;width:.75pt;height:183.15pt;z-index:251681280" o:connectortype="straight"/>
        </w:pict>
      </w:r>
      <w:r>
        <w:rPr>
          <w:noProof/>
          <w:lang w:eastAsia="ru-RU"/>
        </w:rPr>
        <w:pict>
          <v:shape id="_x0000_s1069" type="#_x0000_t202" style="position:absolute;margin-left:663.3pt;margin-top:190.4pt;width:83.75pt;height:21.95pt;z-index:251634176">
            <v:textbox>
              <w:txbxContent>
                <w:p w:rsidR="001645BA" w:rsidRPr="00245B52" w:rsidRDefault="001645BA" w:rsidP="0003319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45B52">
                    <w:rPr>
                      <w:rFonts w:ascii="Times New Roman" w:hAnsi="Times New Roman"/>
                      <w:sz w:val="20"/>
                      <w:szCs w:val="20"/>
                    </w:rPr>
                    <w:t>Сектор кадров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70" type="#_x0000_t202" style="position:absolute;margin-left:663.3pt;margin-top:156.75pt;width:87.65pt;height:25.05pt;z-index:251633152">
            <v:textbox>
              <w:txbxContent>
                <w:p w:rsidR="001645BA" w:rsidRPr="00245B52" w:rsidRDefault="001645BA" w:rsidP="00033197">
                  <w:pPr>
                    <w:jc w:val="center"/>
                    <w:rPr>
                      <w:rFonts w:ascii="Times New Roman" w:hAnsi="Times New Roman"/>
                    </w:rPr>
                  </w:pPr>
                  <w:r w:rsidRPr="00760BBC">
                    <w:rPr>
                      <w:rFonts w:ascii="Times New Roman" w:hAnsi="Times New Roman"/>
                      <w:sz w:val="20"/>
                      <w:szCs w:val="20"/>
                    </w:rPr>
                    <w:t>Общий</w:t>
                  </w:r>
                  <w:r w:rsidRPr="00245B52">
                    <w:rPr>
                      <w:rFonts w:ascii="Times New Roman" w:hAnsi="Times New Roman"/>
                    </w:rPr>
                    <w:t xml:space="preserve"> отдел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71" type="#_x0000_t202" style="position:absolute;margin-left:663.3pt;margin-top:116.8pt;width:83.75pt;height:31.35pt;z-index:251632128">
            <v:textbox>
              <w:txbxContent>
                <w:p w:rsidR="001645BA" w:rsidRPr="00760BBC" w:rsidRDefault="001645BA" w:rsidP="0003319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60BBC">
                    <w:rPr>
                      <w:rFonts w:ascii="Times New Roman" w:hAnsi="Times New Roman"/>
                      <w:sz w:val="20"/>
                      <w:szCs w:val="20"/>
                    </w:rPr>
                    <w:t>Архивный отдел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72" type="#_x0000_t202" style="position:absolute;margin-left:663.3pt;margin-top:74.6pt;width:87.65pt;height:32.1pt;z-index:251631104">
            <v:textbox>
              <w:txbxContent>
                <w:p w:rsidR="001645BA" w:rsidRPr="00245B52" w:rsidRDefault="001645BA" w:rsidP="0003319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Отдел учета и отчетности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73" type="#_x0000_t202" style="position:absolute;margin-left:663.3pt;margin-top:48pt;width:87.65pt;height:17.95pt;z-index:251630080">
            <v:textbox>
              <w:txbxContent>
                <w:p w:rsidR="001645BA" w:rsidRPr="00245B52" w:rsidRDefault="001645BA" w:rsidP="00033197">
                  <w:pPr>
                    <w:jc w:val="center"/>
                    <w:rPr>
                      <w:rFonts w:ascii="Times New Roman" w:hAnsi="Times New Roman"/>
                    </w:rPr>
                  </w:pPr>
                  <w:r w:rsidRPr="00245B52">
                    <w:rPr>
                      <w:rFonts w:ascii="Times New Roman" w:hAnsi="Times New Roman"/>
                    </w:rPr>
                    <w:t>Комитет ЗАГС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74" type="#_x0000_t32" style="position:absolute;margin-left:559.2pt;margin-top:208.4pt;width:6.25pt;height:0;z-index:25168025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5" type="#_x0000_t32" style="position:absolute;margin-left:559.2pt;margin-top:24.45pt;width:0;height:183.95pt;z-index:251677184" o:connectortype="straight"/>
        </w:pict>
      </w:r>
      <w:r>
        <w:rPr>
          <w:noProof/>
          <w:lang w:eastAsia="ru-RU"/>
        </w:rPr>
        <w:pict>
          <v:shape id="_x0000_s1076" type="#_x0000_t202" style="position:absolute;margin-left:565.45pt;margin-top:181.8pt;width:82.2pt;height:46.2pt;z-index:251629056">
            <v:textbox style="mso-next-textbox:#_x0000_s1076">
              <w:txbxContent>
                <w:p w:rsidR="001645BA" w:rsidRPr="00760BBC" w:rsidRDefault="001645BA" w:rsidP="0003319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60BBC">
                    <w:rPr>
                      <w:rFonts w:ascii="Times New Roman" w:hAnsi="Times New Roman"/>
                      <w:sz w:val="20"/>
                      <w:szCs w:val="20"/>
                    </w:rPr>
                    <w:t>Администра-тивная комиссия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77" type="#_x0000_t202" style="position:absolute;margin-left:565.45pt;margin-top:102.8pt;width:78.3pt;height:67.25pt;z-index:251628032">
            <v:textbox style="mso-next-textbox:#_x0000_s1077">
              <w:txbxContent>
                <w:p w:rsidR="001645BA" w:rsidRPr="00DF16A8" w:rsidRDefault="001645BA" w:rsidP="00DF16A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F16A8">
                    <w:rPr>
                      <w:rFonts w:ascii="Times New Roman" w:hAnsi="Times New Roman"/>
                      <w:sz w:val="20"/>
                      <w:szCs w:val="20"/>
                    </w:rPr>
                    <w:t>Отдел гражданской обороны и чрезвычайных ситуаций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78" type="#_x0000_t202" style="position:absolute;margin-left:264.15pt;margin-top:175.55pt;width:84.55pt;height:128.3pt;z-index:251624960">
            <v:textbox style="mso-next-textbox:#_x0000_s1078">
              <w:txbxContent>
                <w:p w:rsidR="001645BA" w:rsidRPr="00760BBC" w:rsidRDefault="001645BA" w:rsidP="00033197">
                  <w:pPr>
                    <w:spacing w:line="240" w:lineRule="auto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760BBC">
                    <w:rPr>
                      <w:rFonts w:ascii="Times New Roman" w:hAnsi="Times New Roman"/>
                      <w:sz w:val="20"/>
                      <w:szCs w:val="20"/>
                    </w:rPr>
                    <w:t>Комиссия по делам несовершен-нолетних</w:t>
                  </w:r>
                  <w:r w:rsidRPr="00760BBC">
                    <w:rPr>
                      <w:sz w:val="20"/>
                      <w:szCs w:val="20"/>
                    </w:rPr>
                    <w:t xml:space="preserve"> и </w:t>
                  </w:r>
                  <w:r w:rsidRPr="00760BBC">
                    <w:rPr>
                      <w:rFonts w:ascii="Times New Roman" w:hAnsi="Times New Roman"/>
                      <w:sz w:val="20"/>
                      <w:szCs w:val="20"/>
                    </w:rPr>
                    <w:t>защите их прав при администрации Гатчинского муниципаль-ного района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79" type="#_x0000_t202" style="position:absolute;margin-left:264.15pt;margin-top:137.2pt;width:84.55pt;height:32.85pt;z-index:251623936">
            <v:textbox style="mso-next-textbox:#_x0000_s1079">
              <w:txbxContent>
                <w:p w:rsidR="001645BA" w:rsidRPr="006C403B" w:rsidRDefault="001645BA" w:rsidP="00033197">
                  <w:pPr>
                    <w:jc w:val="center"/>
                    <w:rPr>
                      <w:rFonts w:ascii="Times New Roman" w:hAnsi="Times New Roman"/>
                    </w:rPr>
                  </w:pPr>
                  <w:r w:rsidRPr="006C403B">
                    <w:rPr>
                      <w:rFonts w:ascii="Times New Roman" w:hAnsi="Times New Roman"/>
                    </w:rPr>
                    <w:t>Комитет образования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80" type="#_x0000_t32" style="position:absolute;margin-left:559.2pt;margin-top:137.2pt;width:6.25pt;height:0;z-index:2516792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1" type="#_x0000_t32" style="position:absolute;margin-left:559.2pt;margin-top:24.45pt;width:6.25pt;height:0;z-index:25167820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2" type="#_x0000_t32" style="position:absolute;margin-left:459.8pt;margin-top:91.05pt;width:6.3pt;height:0;z-index:25167616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3" type="#_x0000_t32" style="position:absolute;margin-left:459.8pt;margin-top:19.8pt;width:6.3pt;height:0;z-index:25167513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4" type="#_x0000_t202" style="position:absolute;margin-left:466.1pt;margin-top:74.6pt;width:87.65pt;height:36.8pt;z-index:251627008">
            <v:textbox style="mso-next-textbox:#_x0000_s1084">
              <w:txbxContent>
                <w:p w:rsidR="001645BA" w:rsidRPr="00760BBC" w:rsidRDefault="001645BA" w:rsidP="00033197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60BBC">
                    <w:rPr>
                      <w:rFonts w:ascii="Times New Roman" w:hAnsi="Times New Roman"/>
                      <w:sz w:val="20"/>
                      <w:szCs w:val="20"/>
                    </w:rPr>
                    <w:t>Сектор по охране труда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85" type="#_x0000_t32" style="position:absolute;margin-left:459.8pt;margin-top:19.8pt;width:0;height:71.25pt;z-index:251674112" o:connectortype="straight"/>
        </w:pict>
      </w:r>
      <w:r>
        <w:rPr>
          <w:noProof/>
          <w:lang w:eastAsia="ru-RU"/>
        </w:rPr>
        <w:pict>
          <v:shape id="_x0000_s1086" type="#_x0000_t32" style="position:absolute;margin-left:359.65pt;margin-top:19.8pt;width:0;height:155.75pt;z-index:251671040" o:connectortype="straight"/>
        </w:pict>
      </w:r>
      <w:r>
        <w:rPr>
          <w:noProof/>
          <w:lang w:eastAsia="ru-RU"/>
        </w:rPr>
        <w:pict>
          <v:shape id="_x0000_s1087" type="#_x0000_t32" style="position:absolute;margin-left:360.45pt;margin-top:19.8pt;width:7pt;height:0;z-index:25167206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8" type="#_x0000_t32" style="position:absolute;margin-left:360.45pt;margin-top:175.55pt;width:7pt;height:0;z-index:25167308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9" type="#_x0000_t32" style="position:absolute;margin-left:254pt;margin-top:255.35pt;width:10.15pt;height:0;z-index:25167001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0" type="#_x0000_t32" style="position:absolute;margin-left:256.35pt;margin-top:156.75pt;width:7.8pt;height:0;z-index:25166899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1" type="#_x0000_t32" style="position:absolute;margin-left:256.35pt;margin-top:95.7pt;width:7.8pt;height:0;z-index:25166796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2" type="#_x0000_t32" style="position:absolute;margin-left:256.35pt;margin-top:19.8pt;width:7.8pt;height:0;z-index:25166694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3" type="#_x0000_t32" style="position:absolute;margin-left:254pt;margin-top:19.8pt;width:2.35pt;height:235.55pt;flip:x;z-index:251665920" o:connectortype="straight"/>
        </w:pict>
      </w:r>
      <w:r>
        <w:rPr>
          <w:noProof/>
          <w:lang w:eastAsia="ru-RU"/>
        </w:rPr>
        <w:pict>
          <v:shape id="_x0000_s1094" type="#_x0000_t202" style="position:absolute;margin-left:264.15pt;margin-top:69.9pt;width:84.55pt;height:59.45pt;z-index:251622912">
            <v:textbox style="mso-next-textbox:#_x0000_s1094">
              <w:txbxContent>
                <w:p w:rsidR="001645BA" w:rsidRPr="006C403B" w:rsidRDefault="001645BA" w:rsidP="007D52CA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C403B">
                    <w:rPr>
                      <w:rFonts w:ascii="Times New Roman" w:hAnsi="Times New Roman"/>
                    </w:rPr>
                    <w:t>Комитет социальной защиты населения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95" type="#_x0000_t32" style="position:absolute;margin-left:159.3pt;margin-top:212.35pt;width:7.05pt;height:0;z-index:25166489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6" type="#_x0000_t32" style="position:absolute;margin-left:159.3pt;margin-top:137.2pt;width:7.05pt;height:0;z-index:25166387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7" type="#_x0000_t32" style="position:absolute;margin-left:159.3pt;margin-top:91.05pt;width:7.05pt;height:0;z-index:25166284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8" type="#_x0000_t32" style="position:absolute;margin-left:159.3pt;margin-top:19.8pt;width:7.05pt;height:0;z-index:25166182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9" type="#_x0000_t32" style="position:absolute;margin-left:159.3pt;margin-top:19.8pt;width:0;height:192.55pt;z-index:251660800" o:connectortype="straight"/>
        </w:pict>
      </w:r>
      <w:r>
        <w:rPr>
          <w:noProof/>
          <w:lang w:eastAsia="ru-RU"/>
        </w:rPr>
        <w:pict>
          <v:shape id="_x0000_s1100" type="#_x0000_t32" style="position:absolute;margin-left:62.25pt;margin-top:19.8pt;width:8.65pt;height:0;z-index:25165670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1" type="#_x0000_t32" style="position:absolute;margin-left:-37.9pt;margin-top:246pt;width:7.05pt;height:0;z-index:25164646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2" type="#_x0000_t32" style="position:absolute;margin-left:-37.9pt;margin-top:190.4pt;width:7.05pt;height:0;z-index:25164544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3" type="#_x0000_t32" style="position:absolute;margin-left:-37.9pt;margin-top:122.35pt;width:7.05pt;height:0;z-index:25164441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4" type="#_x0000_t32" style="position:absolute;margin-left:-37.9pt;margin-top:31.5pt;width:7.05pt;height:0;z-index:25164339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5" type="#_x0000_t32" style="position:absolute;margin-left:-37.9pt;margin-top:31.5pt;width:0;height:214.5pt;z-index:251642368" o:connectortype="straight"/>
        </w:pict>
      </w:r>
      <w:r>
        <w:rPr>
          <w:noProof/>
          <w:lang w:eastAsia="ru-RU"/>
        </w:rPr>
        <w:pict>
          <v:shape id="_x0000_s1106" type="#_x0000_t202" style="position:absolute;margin-left:-30.85pt;margin-top:228pt;width:86.05pt;height:43.05pt;z-index:251615744">
            <v:textbox>
              <w:txbxContent>
                <w:p w:rsidR="001645BA" w:rsidRPr="00760BBC" w:rsidRDefault="001645BA" w:rsidP="00760BBC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60BBC">
                    <w:rPr>
                      <w:rFonts w:ascii="Times New Roman" w:hAnsi="Times New Roman"/>
                      <w:sz w:val="20"/>
                      <w:szCs w:val="20"/>
                    </w:rPr>
                    <w:t>Сектор муниципаль-ного контроля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07" type="#_x0000_t202" style="position:absolute;margin-left:-30.85pt;margin-top:156.75pt;width:86.05pt;height:64.2pt;z-index:251614720">
            <v:textbox>
              <w:txbxContent>
                <w:p w:rsidR="001645BA" w:rsidRPr="00760BBC" w:rsidRDefault="001645BA" w:rsidP="00760BBC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60BBC">
                    <w:rPr>
                      <w:rFonts w:ascii="Times New Roman" w:hAnsi="Times New Roman"/>
                      <w:sz w:val="20"/>
                      <w:szCs w:val="20"/>
                    </w:rPr>
                    <w:t>Отдел природополь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  <w:r w:rsidRPr="00760BBC">
                    <w:rPr>
                      <w:rFonts w:ascii="Times New Roman" w:hAnsi="Times New Roman"/>
                      <w:sz w:val="20"/>
                      <w:szCs w:val="20"/>
                    </w:rPr>
                    <w:t>зования и экологической безопасности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08" type="#_x0000_t202" style="position:absolute;margin-left:166.35pt;margin-top:170.05pt;width:78.25pt;height:101pt;z-index:251621888">
            <v:textbox>
              <w:txbxContent>
                <w:p w:rsidR="001645BA" w:rsidRPr="00760BBC" w:rsidRDefault="001645BA" w:rsidP="0003319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60BBC">
                    <w:rPr>
                      <w:rFonts w:ascii="Times New Roman" w:hAnsi="Times New Roman"/>
                      <w:sz w:val="20"/>
                      <w:szCs w:val="20"/>
                    </w:rPr>
                    <w:t>Отдел по физической культуре, спорту. туризму и молодежной политике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09" type="#_x0000_t202" style="position:absolute;margin-left:166.35pt;margin-top:122.35pt;width:78.25pt;height:34.4pt;z-index:251620864">
            <v:textbox>
              <w:txbxContent>
                <w:p w:rsidR="001645BA" w:rsidRPr="00760BBC" w:rsidRDefault="001645BA" w:rsidP="00033197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60BBC">
                    <w:rPr>
                      <w:rFonts w:ascii="Times New Roman" w:hAnsi="Times New Roman"/>
                      <w:sz w:val="20"/>
                      <w:szCs w:val="20"/>
                    </w:rPr>
                    <w:t>Отдел культуры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10" type="#_x0000_t202" style="position:absolute;margin-left:-30.85pt;margin-top:102.8pt;width:86.05pt;height:45.35pt;z-index:251613696">
            <v:textbox>
              <w:txbxContent>
                <w:p w:rsidR="001645BA" w:rsidRPr="00FD1E20" w:rsidRDefault="001645BA" w:rsidP="00760BBC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Комитет экономики и инвестиций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11" type="#_x0000_t202" style="position:absolute;margin-left:367.45pt;margin-top:148.15pt;width:83pt;height:60.25pt;z-index:251625984">
            <v:textbox>
              <w:txbxContent>
                <w:p w:rsidR="001645BA" w:rsidRPr="00DF16A8" w:rsidRDefault="001645BA" w:rsidP="00033197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DF16A8">
                    <w:rPr>
                      <w:rFonts w:ascii="Times New Roman" w:hAnsi="Times New Roman"/>
                    </w:rPr>
                    <w:t>Комитет градострои</w:t>
                  </w:r>
                  <w:r>
                    <w:rPr>
                      <w:rFonts w:ascii="Times New Roman" w:hAnsi="Times New Roman"/>
                    </w:rPr>
                    <w:t>-т</w:t>
                  </w:r>
                  <w:r w:rsidRPr="00DF16A8">
                    <w:rPr>
                      <w:rFonts w:ascii="Times New Roman" w:hAnsi="Times New Roman"/>
                    </w:rPr>
                    <w:t>ельства и архитектуры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12" type="#_x0000_t202" style="position:absolute;margin-left:166.35pt;margin-top:74.6pt;width:82.95pt;height:32.1pt;z-index:251619840">
            <v:textbox>
              <w:txbxContent>
                <w:p w:rsidR="001645BA" w:rsidRPr="00760BBC" w:rsidRDefault="001645BA" w:rsidP="00033197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60BBC">
                    <w:rPr>
                      <w:rFonts w:ascii="Times New Roman" w:hAnsi="Times New Roman"/>
                      <w:sz w:val="20"/>
                      <w:szCs w:val="20"/>
                    </w:rPr>
                    <w:t>Организацион-ный отдел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13" type="#_x0000_t202" style="position:absolute;margin-left:663.3pt;margin-top:1.05pt;width:87.65pt;height:39.85pt;z-index:251612672">
            <v:textbox>
              <w:txbxContent>
                <w:p w:rsidR="001645BA" w:rsidRPr="00D46EF6" w:rsidRDefault="001645BA" w:rsidP="00FD1E20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D46EF6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Управляющий делами администрации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14" type="#_x0000_t202" style="position:absolute;margin-left:565.45pt;margin-top:1.05pt;width:82.2pt;height:90pt;z-index:251610624">
            <v:textbox>
              <w:txbxContent>
                <w:p w:rsidR="001645BA" w:rsidRPr="00D46EF6" w:rsidRDefault="001645BA" w:rsidP="00FD1E20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D46EF6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Заместитель главы администрации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по вопросам безопасности и жилищно-коммунального хозяйства</w:t>
                  </w:r>
                </w:p>
                <w:p w:rsidR="001645BA" w:rsidRDefault="001645BA"/>
              </w:txbxContent>
            </v:textbox>
          </v:shape>
        </w:pict>
      </w:r>
      <w:r>
        <w:rPr>
          <w:noProof/>
          <w:lang w:eastAsia="ru-RU"/>
        </w:rPr>
        <w:pict>
          <v:shape id="_x0000_s1115" type="#_x0000_t202" style="position:absolute;margin-left:466.1pt;margin-top:1.05pt;width:87.65pt;height:60.25pt;z-index:251609600">
            <v:textbox>
              <w:txbxContent>
                <w:p w:rsidR="001645BA" w:rsidRPr="00D46EF6" w:rsidRDefault="001645BA" w:rsidP="00FD1E20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D46EF6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Заместитель главы администрации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по здравоохранению</w:t>
                  </w:r>
                </w:p>
                <w:p w:rsidR="001645BA" w:rsidRDefault="001645BA"/>
              </w:txbxContent>
            </v:textbox>
          </v:shape>
        </w:pict>
      </w:r>
      <w:r>
        <w:rPr>
          <w:noProof/>
          <w:lang w:eastAsia="ru-RU"/>
        </w:rPr>
        <w:pict>
          <v:shape id="_x0000_s1116" type="#_x0000_t202" style="position:absolute;margin-left:367.45pt;margin-top:1.05pt;width:83pt;height:136.15pt;z-index:251608576">
            <v:textbox>
              <w:txbxContent>
                <w:p w:rsidR="001645BA" w:rsidRPr="00D46EF6" w:rsidRDefault="001645BA" w:rsidP="00FD1E20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D46EF6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Заместитель главы администрации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по строительству и развитию </w:t>
                  </w:r>
                  <w:r w:rsidRPr="00FD1E20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инфраструктуры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- Председатель комитета </w:t>
                  </w:r>
                  <w:r w:rsidRPr="00FD1E2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градострои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-</w:t>
                  </w:r>
                  <w:r w:rsidRPr="00FD1E2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тельства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и архитектуры</w:t>
                  </w:r>
                </w:p>
                <w:p w:rsidR="001645BA" w:rsidRDefault="001645BA"/>
              </w:txbxContent>
            </v:textbox>
          </v:shape>
        </w:pict>
      </w:r>
      <w:r>
        <w:rPr>
          <w:noProof/>
          <w:lang w:eastAsia="ru-RU"/>
        </w:rPr>
        <w:pict>
          <v:shape id="_x0000_s1117" type="#_x0000_t202" style="position:absolute;margin-left:264.15pt;margin-top:1.05pt;width:84.55pt;height:60.25pt;z-index:251611648">
            <v:textbox>
              <w:txbxContent>
                <w:p w:rsidR="001645BA" w:rsidRPr="00D46EF6" w:rsidRDefault="001645BA" w:rsidP="00FD1E20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D46EF6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Заместитель главы администрации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по социальному комплексу</w:t>
                  </w:r>
                </w:p>
                <w:p w:rsidR="001645BA" w:rsidRDefault="001645BA"/>
              </w:txbxContent>
            </v:textbox>
          </v:shape>
        </w:pict>
      </w:r>
      <w:r>
        <w:rPr>
          <w:noProof/>
          <w:lang w:eastAsia="ru-RU"/>
        </w:rPr>
        <w:pict>
          <v:shape id="_x0000_s1118" type="#_x0000_t202" style="position:absolute;margin-left:166.35pt;margin-top:1.05pt;width:82.95pt;height:60.25pt;z-index:251607552">
            <v:textbox>
              <w:txbxContent>
                <w:p w:rsidR="001645BA" w:rsidRPr="00FD1E20" w:rsidRDefault="001645BA" w:rsidP="00FD1E20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D46EF6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Заместитель главы администрации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по местному </w:t>
                  </w:r>
                  <w:r w:rsidRPr="00FD1E20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самоуправлению</w:t>
                  </w:r>
                </w:p>
                <w:p w:rsidR="001645BA" w:rsidRDefault="001645BA"/>
              </w:txbxContent>
            </v:textbox>
          </v:shape>
        </w:pict>
      </w:r>
      <w:r>
        <w:rPr>
          <w:noProof/>
          <w:lang w:eastAsia="ru-RU"/>
        </w:rPr>
        <w:pict>
          <v:shape id="_x0000_s1119" type="#_x0000_t202" style="position:absolute;margin-left:-30.85pt;margin-top:1.05pt;width:86.05pt;height:90pt;z-index:251605504">
            <v:textbox style="mso-next-textbox:#_x0000_s1119">
              <w:txbxContent>
                <w:p w:rsidR="001645BA" w:rsidRPr="00D46EF6" w:rsidRDefault="001645BA" w:rsidP="00D46EF6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Первый за</w:t>
                  </w:r>
                  <w:r w:rsidRPr="00D46EF6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меститель главы администрации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- Председатель Комитета экономики и инвестиций</w:t>
                  </w:r>
                </w:p>
                <w:p w:rsidR="001645BA" w:rsidRDefault="001645BA"/>
              </w:txbxContent>
            </v:textbox>
          </v:shape>
        </w:pict>
      </w:r>
    </w:p>
    <w:p w:rsidR="001645BA" w:rsidRPr="00503F76" w:rsidRDefault="001645BA" w:rsidP="00503F76">
      <w:pPr>
        <w:rPr>
          <w:rFonts w:ascii="Times New Roman" w:hAnsi="Times New Roman"/>
        </w:rPr>
      </w:pPr>
    </w:p>
    <w:p w:rsidR="001645BA" w:rsidRPr="00503F76" w:rsidRDefault="001645BA" w:rsidP="00503F76">
      <w:pPr>
        <w:rPr>
          <w:rFonts w:ascii="Times New Roman" w:hAnsi="Times New Roman"/>
        </w:rPr>
      </w:pPr>
    </w:p>
    <w:p w:rsidR="001645BA" w:rsidRPr="00503F76" w:rsidRDefault="001645BA" w:rsidP="00503F76">
      <w:pPr>
        <w:rPr>
          <w:rFonts w:ascii="Times New Roman" w:hAnsi="Times New Roman"/>
        </w:rPr>
      </w:pPr>
    </w:p>
    <w:p w:rsidR="001645BA" w:rsidRPr="00503F76" w:rsidRDefault="001645BA" w:rsidP="00503F76">
      <w:pPr>
        <w:rPr>
          <w:rFonts w:ascii="Times New Roman" w:hAnsi="Times New Roman"/>
        </w:rPr>
      </w:pPr>
    </w:p>
    <w:p w:rsidR="001645BA" w:rsidRPr="00503F76" w:rsidRDefault="001645BA" w:rsidP="00503F76">
      <w:pPr>
        <w:rPr>
          <w:rFonts w:ascii="Times New Roman" w:hAnsi="Times New Roman"/>
        </w:rPr>
      </w:pPr>
    </w:p>
    <w:p w:rsidR="001645BA" w:rsidRPr="00503F76" w:rsidRDefault="001645BA" w:rsidP="00503F76">
      <w:pPr>
        <w:rPr>
          <w:rFonts w:ascii="Times New Roman" w:hAnsi="Times New Roman"/>
        </w:rPr>
      </w:pPr>
    </w:p>
    <w:p w:rsidR="001645BA" w:rsidRPr="00503F76" w:rsidRDefault="001645BA" w:rsidP="00503F76">
      <w:pPr>
        <w:rPr>
          <w:rFonts w:ascii="Times New Roman" w:hAnsi="Times New Roman"/>
        </w:rPr>
      </w:pPr>
    </w:p>
    <w:p w:rsidR="001645BA" w:rsidRPr="00503F76" w:rsidRDefault="001645BA" w:rsidP="00503F76">
      <w:pPr>
        <w:rPr>
          <w:rFonts w:ascii="Times New Roman" w:hAnsi="Times New Roman"/>
        </w:rPr>
      </w:pPr>
    </w:p>
    <w:p w:rsidR="001645BA" w:rsidRPr="00503F76" w:rsidRDefault="001645BA" w:rsidP="00503F76">
      <w:pPr>
        <w:rPr>
          <w:rFonts w:ascii="Times New Roman" w:hAnsi="Times New Roman"/>
        </w:rPr>
      </w:pPr>
    </w:p>
    <w:p w:rsidR="001645BA" w:rsidRPr="00503F76" w:rsidRDefault="001645BA" w:rsidP="00503F76">
      <w:pPr>
        <w:rPr>
          <w:rFonts w:ascii="Times New Roman" w:hAnsi="Times New Roman"/>
        </w:rPr>
      </w:pPr>
    </w:p>
    <w:p w:rsidR="001645BA" w:rsidRDefault="001645BA" w:rsidP="00503F76">
      <w:pPr>
        <w:rPr>
          <w:rFonts w:ascii="Times New Roman" w:hAnsi="Times New Roman"/>
        </w:rPr>
      </w:pPr>
    </w:p>
    <w:p w:rsidR="001645BA" w:rsidRDefault="001645BA" w:rsidP="00503F76">
      <w:pPr>
        <w:tabs>
          <w:tab w:val="left" w:pos="10033"/>
        </w:tabs>
        <w:rPr>
          <w:rFonts w:ascii="Times New Roman" w:hAnsi="Times New Roman"/>
        </w:rPr>
      </w:pPr>
    </w:p>
    <w:p w:rsidR="001645BA" w:rsidRPr="00503F76" w:rsidRDefault="001645BA" w:rsidP="00503F76">
      <w:pPr>
        <w:tabs>
          <w:tab w:val="left" w:pos="10033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pict>
          <v:shape id="_x0000_s1120" type="#_x0000_t32" style="position:absolute;left:0;text-align:left;margin-left:681.3pt;margin-top:16.5pt;width:0;height:8.15pt;z-index:25170995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21" type="#_x0000_t32" style="position:absolute;left:0;text-align:left;margin-left:595.2pt;margin-top:16.5pt;width:0;height:8.15pt;z-index:25170892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22" type="#_x0000_t32" style="position:absolute;left:0;text-align:left;margin-left:501.3pt;margin-top:16.5pt;width:0;height:8.15pt;z-index:25170790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23" type="#_x0000_t32" style="position:absolute;left:0;text-align:left;margin-left:405.05pt;margin-top:16.5pt;width:0;height:12.05pt;z-index:25170688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24" type="#_x0000_t32" style="position:absolute;left:0;text-align:left;margin-left:317.4pt;margin-top:16.5pt;width:.75pt;height:8.15pt;z-index:25170585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25" type="#_x0000_t32" style="position:absolute;left:0;text-align:left;margin-left:225.05pt;margin-top:16.5pt;width:.75pt;height:8.15pt;flip:x;z-index:2517048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26" type="#_x0000_t32" style="position:absolute;left:0;text-align:left;margin-left:135.05pt;margin-top:16.5pt;width:0;height:8.15pt;z-index:25170380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27" type="#_x0000_t32" style="position:absolute;left:0;text-align:left;margin-left:38.8pt;margin-top:16.5pt;width:0;height:8.15pt;z-index:25170278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28" type="#_x0000_t32" style="position:absolute;left:0;text-align:left;margin-left:38.8pt;margin-top:16.5pt;width:642.5pt;height:0;z-index:251701760" o:connectortype="straight"/>
        </w:pict>
      </w:r>
      <w:r w:rsidRPr="00503F76">
        <w:rPr>
          <w:rFonts w:ascii="Times New Roman" w:hAnsi="Times New Roman"/>
          <w:b/>
          <w:sz w:val="24"/>
          <w:szCs w:val="24"/>
        </w:rPr>
        <w:t>ВЗАИМОДЕЙСТВУЮТ: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97"/>
        <w:gridCol w:w="1846"/>
        <w:gridCol w:w="1840"/>
        <w:gridCol w:w="1834"/>
        <w:gridCol w:w="1843"/>
        <w:gridCol w:w="1848"/>
        <w:gridCol w:w="1839"/>
        <w:gridCol w:w="1839"/>
      </w:tblGrid>
      <w:tr w:rsidR="001645BA" w:rsidRPr="005E26A7" w:rsidTr="005E26A7">
        <w:trPr>
          <w:trHeight w:val="2113"/>
        </w:trPr>
        <w:tc>
          <w:tcPr>
            <w:tcW w:w="1848" w:type="dxa"/>
          </w:tcPr>
          <w:p w:rsidR="001645BA" w:rsidRDefault="001645BA" w:rsidP="005E26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645BA" w:rsidRPr="005E26A7" w:rsidRDefault="001645BA" w:rsidP="005E26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26A7">
              <w:rPr>
                <w:rFonts w:ascii="Times New Roman" w:hAnsi="Times New Roman"/>
                <w:b/>
                <w:sz w:val="18"/>
                <w:szCs w:val="18"/>
              </w:rPr>
              <w:t>Первый заместитель главы администрации - Председатель Комитета экономики и инвестиций</w:t>
            </w:r>
          </w:p>
          <w:p w:rsidR="001645BA" w:rsidRPr="005E26A7" w:rsidRDefault="001645BA" w:rsidP="005E26A7">
            <w:pPr>
              <w:tabs>
                <w:tab w:val="left" w:pos="1003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8" w:type="dxa"/>
          </w:tcPr>
          <w:p w:rsidR="001645BA" w:rsidRDefault="001645BA" w:rsidP="005E26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645BA" w:rsidRPr="005E26A7" w:rsidRDefault="001645BA" w:rsidP="005E26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26A7">
              <w:rPr>
                <w:rFonts w:ascii="Times New Roman" w:hAnsi="Times New Roman"/>
                <w:b/>
                <w:sz w:val="18"/>
                <w:szCs w:val="18"/>
              </w:rPr>
              <w:t>Заместитель главы администр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ации  по финансовой политике – П</w:t>
            </w:r>
            <w:r w:rsidRPr="005E26A7">
              <w:rPr>
                <w:rFonts w:ascii="Times New Roman" w:hAnsi="Times New Roman"/>
                <w:b/>
                <w:sz w:val="18"/>
                <w:szCs w:val="18"/>
              </w:rPr>
              <w:t xml:space="preserve">редседатель Комитета финансов </w:t>
            </w:r>
          </w:p>
          <w:p w:rsidR="001645BA" w:rsidRPr="005E26A7" w:rsidRDefault="001645BA" w:rsidP="005E26A7">
            <w:pPr>
              <w:tabs>
                <w:tab w:val="left" w:pos="1003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8" w:type="dxa"/>
          </w:tcPr>
          <w:p w:rsidR="001645BA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5E26A7">
              <w:rPr>
                <w:rFonts w:ascii="Times New Roman" w:hAnsi="Times New Roman"/>
                <w:b/>
                <w:sz w:val="18"/>
                <w:szCs w:val="18"/>
              </w:rPr>
              <w:t>Заместитель главы администрации по местному самоуправлению</w:t>
            </w:r>
          </w:p>
          <w:p w:rsidR="001645BA" w:rsidRPr="005E26A7" w:rsidRDefault="001645BA" w:rsidP="005E26A7">
            <w:pPr>
              <w:tabs>
                <w:tab w:val="left" w:pos="10033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8" w:type="dxa"/>
          </w:tcPr>
          <w:p w:rsidR="001645BA" w:rsidRDefault="001645BA" w:rsidP="005E26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645BA" w:rsidRPr="005E26A7" w:rsidRDefault="001645BA" w:rsidP="005E26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26A7">
              <w:rPr>
                <w:rFonts w:ascii="Times New Roman" w:hAnsi="Times New Roman"/>
                <w:b/>
                <w:sz w:val="18"/>
                <w:szCs w:val="18"/>
              </w:rPr>
              <w:t>Заместитель главы администрации по социальному комплексу</w:t>
            </w:r>
          </w:p>
          <w:p w:rsidR="001645BA" w:rsidRPr="005E26A7" w:rsidRDefault="001645BA" w:rsidP="005E26A7">
            <w:pPr>
              <w:tabs>
                <w:tab w:val="left" w:pos="1003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8" w:type="dxa"/>
          </w:tcPr>
          <w:p w:rsidR="001645BA" w:rsidRPr="005E26A7" w:rsidRDefault="001645BA" w:rsidP="005E26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26A7">
              <w:rPr>
                <w:rFonts w:ascii="Times New Roman" w:hAnsi="Times New Roman"/>
                <w:b/>
                <w:sz w:val="18"/>
                <w:szCs w:val="18"/>
              </w:rPr>
              <w:t xml:space="preserve">Заместитель главы администрации по строительству и развитию </w:t>
            </w:r>
            <w:r w:rsidRPr="005E26A7">
              <w:rPr>
                <w:rFonts w:ascii="Times New Roman" w:hAnsi="Times New Roman"/>
                <w:b/>
                <w:sz w:val="16"/>
                <w:szCs w:val="16"/>
              </w:rPr>
              <w:t xml:space="preserve">инфраструктуры </w:t>
            </w:r>
            <w:r w:rsidRPr="005E26A7">
              <w:rPr>
                <w:rFonts w:ascii="Times New Roman" w:hAnsi="Times New Roman"/>
                <w:b/>
                <w:sz w:val="18"/>
                <w:szCs w:val="18"/>
              </w:rPr>
              <w:t>- Председатель комитета градострои-тельства и архитектуры</w:t>
            </w:r>
          </w:p>
        </w:tc>
        <w:tc>
          <w:tcPr>
            <w:tcW w:w="1848" w:type="dxa"/>
          </w:tcPr>
          <w:p w:rsidR="001645BA" w:rsidRDefault="001645BA" w:rsidP="005E26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645BA" w:rsidRPr="005E26A7" w:rsidRDefault="001645BA" w:rsidP="005E26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26A7">
              <w:rPr>
                <w:rFonts w:ascii="Times New Roman" w:hAnsi="Times New Roman"/>
                <w:b/>
                <w:sz w:val="18"/>
                <w:szCs w:val="18"/>
              </w:rPr>
              <w:t>Заместитель главы администрации по здравоохранению</w:t>
            </w:r>
          </w:p>
          <w:p w:rsidR="001645BA" w:rsidRPr="005E26A7" w:rsidRDefault="001645BA" w:rsidP="005E26A7">
            <w:pPr>
              <w:tabs>
                <w:tab w:val="left" w:pos="1003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9" w:type="dxa"/>
          </w:tcPr>
          <w:p w:rsidR="001645BA" w:rsidRDefault="001645BA" w:rsidP="005E26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645BA" w:rsidRPr="005E26A7" w:rsidRDefault="001645BA" w:rsidP="005E26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26A7">
              <w:rPr>
                <w:rFonts w:ascii="Times New Roman" w:hAnsi="Times New Roman"/>
                <w:b/>
                <w:sz w:val="18"/>
                <w:szCs w:val="18"/>
              </w:rPr>
              <w:t>Заместитель главы администрации по вопросам безопасности и жилищно-коммунального хозяйства</w:t>
            </w:r>
          </w:p>
          <w:p w:rsidR="001645BA" w:rsidRPr="005E26A7" w:rsidRDefault="001645BA" w:rsidP="005E26A7">
            <w:pPr>
              <w:tabs>
                <w:tab w:val="left" w:pos="1003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9" w:type="dxa"/>
          </w:tcPr>
          <w:p w:rsidR="001645BA" w:rsidRDefault="001645BA" w:rsidP="005E26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645BA" w:rsidRPr="005E26A7" w:rsidRDefault="001645BA" w:rsidP="005E26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26A7">
              <w:rPr>
                <w:rFonts w:ascii="Times New Roman" w:hAnsi="Times New Roman"/>
                <w:b/>
                <w:sz w:val="18"/>
                <w:szCs w:val="18"/>
              </w:rPr>
              <w:t>Управляющий делами администрации</w:t>
            </w:r>
          </w:p>
          <w:p w:rsidR="001645BA" w:rsidRPr="005E26A7" w:rsidRDefault="001645BA" w:rsidP="005E26A7">
            <w:pPr>
              <w:tabs>
                <w:tab w:val="left" w:pos="1003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45BA" w:rsidRPr="005E26A7" w:rsidTr="004C3D69">
        <w:trPr>
          <w:trHeight w:val="7405"/>
        </w:trPr>
        <w:tc>
          <w:tcPr>
            <w:tcW w:w="1848" w:type="dxa"/>
          </w:tcPr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-Банками;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-Гатчинским гор. и рай. отделом гос.статистики Петростата;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-Межрайонной инспекцией ФНС№ 7 по Лен. области;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-Общ. объединениями работодателей;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-Гос. казенным учреждением Лен. обл. «Гатчинский центр занятости населения»;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-муницип. фондом поддержки малого и среднего предпринимательства Гатчинского муницип. района;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-Управлением ПФ РФ в г. Гатчина и Гатчинском районе;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Невско-Ладожским бассейновым водным управлением Фед.агенства водных ресурсов;</w:t>
            </w:r>
          </w:p>
          <w:p w:rsidR="001645BA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-Департаментом Фед. службы по надзору в сфере природопользования по Сев-зап. Фед. округу;</w:t>
            </w:r>
          </w:p>
          <w:p w:rsidR="001645BA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645BA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-Управлением Фед.службы по ветеринарному и фитосанитарному надзору по С-Пб и Лен. области;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-Фед. бюджетным учреждением здравоохранения Фед.службы по надзору в сфере защиты прав потребителей и благополучия человека;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-Фед.бюджетным учреждением здравоохранения «Центр гигиены и эпидемиологии в Ленинградской области»;</w:t>
            </w:r>
          </w:p>
          <w:p w:rsidR="001645BA" w:rsidRPr="005E26A7" w:rsidRDefault="001645BA" w:rsidP="005E26A7">
            <w:pPr>
              <w:tabs>
                <w:tab w:val="left" w:pos="1003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8" w:type="dxa"/>
          </w:tcPr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-Управлением Фед.казначейства по Лен. области;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Управлением ФНС по Лен. области;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Территориальным управлением Фед. службы финансово-бюджетного надзора в Лен. области;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Главным управлением ЦБ РФ по Лен. обл.;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Рег. отделением Фед. службы по финансовым рынкам в Сев.-зап. Фед. округе;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-Инспекцией страхового надзора по Сев.-зап. Фед.округу;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Территориальным управлением Фед.агенства по управлению гос.имуществом в Лен.области;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Управлением Фед.службы гос.регистрации, кадастра и картографии по Лен.области;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Департаментом лесного хозяйства по Сев.-зап.фед. округу;</w:t>
            </w:r>
          </w:p>
          <w:p w:rsidR="001645BA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Невско-Ладожским бассейновым водным управлением Фед.агенства водных ресурсов;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Департаментом Фед. службы по надзору в сфере природопользования по Сев.- зап. фед. округу;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Управлением Фед. службы судебных приставов по Лен. области;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-Управлением Фед. службы по надзору за соблюдением законности в области охраны культурного наследия по Сев.-зап. фед. округу;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 xml:space="preserve">-Управлением Фед. антимонопольной службы по Лен.области, 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а также с их территор. органами и организациями;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органами гос.власти Лен. области и органами местного самоуправления муниципальных образований Лен.области;</w:t>
            </w:r>
          </w:p>
          <w:p w:rsidR="001645BA" w:rsidRPr="005E26A7" w:rsidRDefault="001645BA" w:rsidP="005E26A7">
            <w:pPr>
              <w:tabs>
                <w:tab w:val="left" w:pos="1003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8" w:type="dxa"/>
          </w:tcPr>
          <w:p w:rsidR="001645BA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-Администрациями гор. и сельск. поселений ГМР;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 xml:space="preserve">- ТИК ГМР; 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-муницип. избир. комиссиями МО «Город Гатчина» и город Коммунар; -УИК на территории ГМР;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ГАС «Выборы»;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Советом депутатов ГМР;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депутатами ЗАГСа ЛО;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Советом муницип. образований ЛО;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 xml:space="preserve">- Мировыми судьями; 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общ. и религ. организациями, объединениями граждан, полит. партиями;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Консультативным Советом при главе администрации;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Советом по культуре и искусству при главе администрации ГМР;</w:t>
            </w:r>
          </w:p>
          <w:p w:rsidR="001645BA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 xml:space="preserve">- Советом клуба избирателей; </w:t>
            </w:r>
          </w:p>
          <w:p w:rsidR="001645BA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645BA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645BA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Советом старост гор. и сельских поселений, представителей домовых и уличных комитетов;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-Молодежным Советом при главе администрации;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Ветеранами спорта ГМР;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-Союзом общ. объединений ветеранов ГМР;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-Национально-культурной автономией ингерманландских финнов С-Пб и ЛО «Инкерин Лиитто»;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-общ. организациями  ингерманландских финнов «Инкерин-Тупа» и «Инкери Сеура»;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татаро-башкирским обществом «Юлдаш»г. Гатчины и Гатчинского района;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-обл.отделением Российско-белорусское братство;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ЛОРД «Женщины ЛО за равные права и возможности в гражданском обществе»;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Евангелической – Лютеранской церковью Ингерии;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-Церквями;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-отделениями политических партий;</w:t>
            </w:r>
          </w:p>
        </w:tc>
        <w:tc>
          <w:tcPr>
            <w:tcW w:w="1848" w:type="dxa"/>
          </w:tcPr>
          <w:p w:rsidR="001645BA" w:rsidRPr="005E26A7" w:rsidRDefault="001645BA" w:rsidP="005E26A7">
            <w:pPr>
              <w:tabs>
                <w:tab w:val="left" w:pos="10033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-Управлением Пенсионного Фонда Российской Федерации в г. Гатчина и Гатчинском районе</w:t>
            </w:r>
          </w:p>
        </w:tc>
        <w:tc>
          <w:tcPr>
            <w:tcW w:w="1848" w:type="dxa"/>
          </w:tcPr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-органами гос. власти Лен. области;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органами местного самоуправления городских и сельских поселений Гатчинского муниципального района;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территориальными органами федеральных органов исполнительной власти в случаях и в порядке, установленных федеральным законодательством;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муниципальным унитарным предприятием «Архитектурно-планировочное бюро»;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проектными организациями.</w:t>
            </w:r>
          </w:p>
          <w:p w:rsidR="001645BA" w:rsidRPr="005E26A7" w:rsidRDefault="001645BA" w:rsidP="005E26A7">
            <w:pPr>
              <w:tabs>
                <w:tab w:val="left" w:pos="1003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8" w:type="dxa"/>
          </w:tcPr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 xml:space="preserve">-медицинскими учреждениями всех форм собственности, функционирующими на территории Гатчинского муниципального района; 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аптеками, функционирующими на территории Гатчинского муниципального района;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территориальным отделом Управления Федеральной службы по надзору в сфере защиты прав потребителей и благополучия человека по Ленинградской области в Гатчинском районе;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страховыми медицинскими организациями, функционирующими на территории Гатчинского муниципального района.</w:t>
            </w:r>
          </w:p>
          <w:p w:rsidR="001645BA" w:rsidRPr="005E26A7" w:rsidRDefault="001645BA" w:rsidP="005E26A7">
            <w:pPr>
              <w:tabs>
                <w:tab w:val="left" w:pos="1003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9" w:type="dxa"/>
          </w:tcPr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-Управлением Министерства внутренних дел России по Гатчинскому району Ленинградской области;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отделом военного комиссариата Ленинградской области по г. Гатчина и Гатчинскому району;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Управлением Федеральной почтовой связи г. Санкт-Петербурга и Ленинградской области – филиала ФГУП «Почта России»;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муниципальным казенным учреждением «Служба координации и развития коммунального хозяйства и строительства»;</w:t>
            </w:r>
          </w:p>
          <w:p w:rsidR="001645BA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 xml:space="preserve">- со службами жилищно-коммунального хозяйства Гатчинского муниципального района: </w:t>
            </w:r>
          </w:p>
          <w:p w:rsidR="001645BA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 xml:space="preserve">открытым акционерным обществом «Коммунальные системы Гатчинского района» 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и управляющими компаниями Гатчинского муниципального района;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дорожными службами;</w:t>
            </w:r>
          </w:p>
          <w:p w:rsidR="001645BA" w:rsidRPr="005E26A7" w:rsidRDefault="001645BA" w:rsidP="005E26A7">
            <w:p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электросетевыми и энергосбытовыми компаниями.</w:t>
            </w:r>
          </w:p>
          <w:p w:rsidR="001645BA" w:rsidRPr="005E26A7" w:rsidRDefault="001645BA" w:rsidP="005E26A7">
            <w:pPr>
              <w:tabs>
                <w:tab w:val="left" w:pos="1003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9" w:type="dxa"/>
          </w:tcPr>
          <w:p w:rsidR="001645BA" w:rsidRPr="005E26A7" w:rsidRDefault="001645BA" w:rsidP="005E26A7">
            <w:pPr>
              <w:tabs>
                <w:tab w:val="left" w:pos="10033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26A7">
              <w:rPr>
                <w:rFonts w:ascii="Times New Roman" w:hAnsi="Times New Roman"/>
                <w:sz w:val="18"/>
                <w:szCs w:val="18"/>
              </w:rPr>
              <w:t>-  муниципальным казенным учреждением «Хозяйственно-эксплуатационная служба».</w:t>
            </w:r>
          </w:p>
        </w:tc>
      </w:tr>
    </w:tbl>
    <w:p w:rsidR="001645BA" w:rsidRPr="00503F76" w:rsidRDefault="001645BA" w:rsidP="004C3D69">
      <w:pPr>
        <w:tabs>
          <w:tab w:val="left" w:pos="10033"/>
        </w:tabs>
      </w:pPr>
    </w:p>
    <w:sectPr w:rsidR="001645BA" w:rsidRPr="00503F76" w:rsidSect="004C3D69">
      <w:pgSz w:w="16838" w:h="11906" w:orient="landscape"/>
      <w:pgMar w:top="71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EF6"/>
    <w:rsid w:val="000015D7"/>
    <w:rsid w:val="00005173"/>
    <w:rsid w:val="000068EA"/>
    <w:rsid w:val="00007E18"/>
    <w:rsid w:val="000110D4"/>
    <w:rsid w:val="00011786"/>
    <w:rsid w:val="000125AB"/>
    <w:rsid w:val="00013577"/>
    <w:rsid w:val="00014D00"/>
    <w:rsid w:val="00014E79"/>
    <w:rsid w:val="000163EA"/>
    <w:rsid w:val="000168A9"/>
    <w:rsid w:val="00017899"/>
    <w:rsid w:val="00023FB4"/>
    <w:rsid w:val="000266D5"/>
    <w:rsid w:val="0002768C"/>
    <w:rsid w:val="00027977"/>
    <w:rsid w:val="00027D92"/>
    <w:rsid w:val="000312B3"/>
    <w:rsid w:val="00031CF7"/>
    <w:rsid w:val="000321D5"/>
    <w:rsid w:val="00033197"/>
    <w:rsid w:val="00035A89"/>
    <w:rsid w:val="00036CCA"/>
    <w:rsid w:val="00036F86"/>
    <w:rsid w:val="000408FE"/>
    <w:rsid w:val="00042478"/>
    <w:rsid w:val="00042A33"/>
    <w:rsid w:val="00043446"/>
    <w:rsid w:val="00044EB1"/>
    <w:rsid w:val="0004624C"/>
    <w:rsid w:val="00046D23"/>
    <w:rsid w:val="0004735A"/>
    <w:rsid w:val="00050045"/>
    <w:rsid w:val="00052BEE"/>
    <w:rsid w:val="000530CA"/>
    <w:rsid w:val="00054432"/>
    <w:rsid w:val="000567E6"/>
    <w:rsid w:val="000613AF"/>
    <w:rsid w:val="000619B5"/>
    <w:rsid w:val="00063EBF"/>
    <w:rsid w:val="00064D0E"/>
    <w:rsid w:val="00064EFF"/>
    <w:rsid w:val="00064F31"/>
    <w:rsid w:val="00070626"/>
    <w:rsid w:val="00071DD7"/>
    <w:rsid w:val="00073B9E"/>
    <w:rsid w:val="00074611"/>
    <w:rsid w:val="00080FB4"/>
    <w:rsid w:val="00082926"/>
    <w:rsid w:val="00082EE2"/>
    <w:rsid w:val="00083249"/>
    <w:rsid w:val="00085827"/>
    <w:rsid w:val="000859F8"/>
    <w:rsid w:val="00086AF0"/>
    <w:rsid w:val="00092451"/>
    <w:rsid w:val="00092CD7"/>
    <w:rsid w:val="00096941"/>
    <w:rsid w:val="00097535"/>
    <w:rsid w:val="000976B4"/>
    <w:rsid w:val="000A003C"/>
    <w:rsid w:val="000A2D39"/>
    <w:rsid w:val="000A44E0"/>
    <w:rsid w:val="000A5A66"/>
    <w:rsid w:val="000A6455"/>
    <w:rsid w:val="000A6694"/>
    <w:rsid w:val="000A7C77"/>
    <w:rsid w:val="000B2A98"/>
    <w:rsid w:val="000B423A"/>
    <w:rsid w:val="000B4F5A"/>
    <w:rsid w:val="000B5741"/>
    <w:rsid w:val="000C07C4"/>
    <w:rsid w:val="000C1ABC"/>
    <w:rsid w:val="000C2A95"/>
    <w:rsid w:val="000C51EC"/>
    <w:rsid w:val="000C5793"/>
    <w:rsid w:val="000C7FC9"/>
    <w:rsid w:val="000D11BA"/>
    <w:rsid w:val="000D1CD8"/>
    <w:rsid w:val="000D59CC"/>
    <w:rsid w:val="000D7009"/>
    <w:rsid w:val="000E1E20"/>
    <w:rsid w:val="000E35A7"/>
    <w:rsid w:val="000E4010"/>
    <w:rsid w:val="000E5AC5"/>
    <w:rsid w:val="000E60D3"/>
    <w:rsid w:val="000F0468"/>
    <w:rsid w:val="000F0E0B"/>
    <w:rsid w:val="000F5FF9"/>
    <w:rsid w:val="00100778"/>
    <w:rsid w:val="00101227"/>
    <w:rsid w:val="001032DF"/>
    <w:rsid w:val="00103BC3"/>
    <w:rsid w:val="00103DD2"/>
    <w:rsid w:val="00105FC8"/>
    <w:rsid w:val="0010679C"/>
    <w:rsid w:val="0011015F"/>
    <w:rsid w:val="0011073B"/>
    <w:rsid w:val="00113D5F"/>
    <w:rsid w:val="001157EF"/>
    <w:rsid w:val="00115D41"/>
    <w:rsid w:val="00116882"/>
    <w:rsid w:val="00117393"/>
    <w:rsid w:val="001173D8"/>
    <w:rsid w:val="001207B3"/>
    <w:rsid w:val="001230BF"/>
    <w:rsid w:val="0012378D"/>
    <w:rsid w:val="00123EDB"/>
    <w:rsid w:val="00124659"/>
    <w:rsid w:val="00127529"/>
    <w:rsid w:val="0012778E"/>
    <w:rsid w:val="00127EA2"/>
    <w:rsid w:val="00130F5A"/>
    <w:rsid w:val="00131FA9"/>
    <w:rsid w:val="00133436"/>
    <w:rsid w:val="00141F16"/>
    <w:rsid w:val="001457E0"/>
    <w:rsid w:val="00147D63"/>
    <w:rsid w:val="00151329"/>
    <w:rsid w:val="001524DD"/>
    <w:rsid w:val="0015251F"/>
    <w:rsid w:val="00152D99"/>
    <w:rsid w:val="00153FD8"/>
    <w:rsid w:val="00157D92"/>
    <w:rsid w:val="001622DB"/>
    <w:rsid w:val="00162753"/>
    <w:rsid w:val="001645BA"/>
    <w:rsid w:val="00165C0F"/>
    <w:rsid w:val="00167348"/>
    <w:rsid w:val="00167BA1"/>
    <w:rsid w:val="0017052F"/>
    <w:rsid w:val="00170F8B"/>
    <w:rsid w:val="001713C0"/>
    <w:rsid w:val="00171848"/>
    <w:rsid w:val="00174744"/>
    <w:rsid w:val="001750AF"/>
    <w:rsid w:val="00175408"/>
    <w:rsid w:val="00175B31"/>
    <w:rsid w:val="00177D28"/>
    <w:rsid w:val="00177D85"/>
    <w:rsid w:val="00180BFE"/>
    <w:rsid w:val="0018240F"/>
    <w:rsid w:val="001829EC"/>
    <w:rsid w:val="00182D90"/>
    <w:rsid w:val="00183622"/>
    <w:rsid w:val="001860E7"/>
    <w:rsid w:val="00187F3A"/>
    <w:rsid w:val="00191EBB"/>
    <w:rsid w:val="001955FC"/>
    <w:rsid w:val="00197430"/>
    <w:rsid w:val="001A0186"/>
    <w:rsid w:val="001A07F1"/>
    <w:rsid w:val="001A181B"/>
    <w:rsid w:val="001A5475"/>
    <w:rsid w:val="001A5AC4"/>
    <w:rsid w:val="001A62F5"/>
    <w:rsid w:val="001A6C6A"/>
    <w:rsid w:val="001A7E98"/>
    <w:rsid w:val="001B0288"/>
    <w:rsid w:val="001B0ACE"/>
    <w:rsid w:val="001B0C62"/>
    <w:rsid w:val="001B47AC"/>
    <w:rsid w:val="001B4965"/>
    <w:rsid w:val="001B7F32"/>
    <w:rsid w:val="001C0105"/>
    <w:rsid w:val="001C1433"/>
    <w:rsid w:val="001C3735"/>
    <w:rsid w:val="001C3DD9"/>
    <w:rsid w:val="001C5C79"/>
    <w:rsid w:val="001C5CF8"/>
    <w:rsid w:val="001C6B39"/>
    <w:rsid w:val="001C7ED7"/>
    <w:rsid w:val="001D0287"/>
    <w:rsid w:val="001D2E4F"/>
    <w:rsid w:val="001D32D4"/>
    <w:rsid w:val="001D6527"/>
    <w:rsid w:val="001D706A"/>
    <w:rsid w:val="001E0C3C"/>
    <w:rsid w:val="001E1095"/>
    <w:rsid w:val="001E1418"/>
    <w:rsid w:val="001E28A6"/>
    <w:rsid w:val="001F03B3"/>
    <w:rsid w:val="001F03DB"/>
    <w:rsid w:val="001F0526"/>
    <w:rsid w:val="001F1B93"/>
    <w:rsid w:val="001F1F42"/>
    <w:rsid w:val="001F21A6"/>
    <w:rsid w:val="001F31DB"/>
    <w:rsid w:val="001F536C"/>
    <w:rsid w:val="001F56B1"/>
    <w:rsid w:val="001F6F2E"/>
    <w:rsid w:val="002005FF"/>
    <w:rsid w:val="00200D4C"/>
    <w:rsid w:val="002010F6"/>
    <w:rsid w:val="00202B93"/>
    <w:rsid w:val="002032B4"/>
    <w:rsid w:val="002033F7"/>
    <w:rsid w:val="00204EFB"/>
    <w:rsid w:val="00205574"/>
    <w:rsid w:val="00205867"/>
    <w:rsid w:val="0020696E"/>
    <w:rsid w:val="00210B3F"/>
    <w:rsid w:val="00212931"/>
    <w:rsid w:val="00213E7B"/>
    <w:rsid w:val="00214907"/>
    <w:rsid w:val="00214CCE"/>
    <w:rsid w:val="002152E5"/>
    <w:rsid w:val="002154FE"/>
    <w:rsid w:val="002162E3"/>
    <w:rsid w:val="00220C7F"/>
    <w:rsid w:val="00223E3D"/>
    <w:rsid w:val="00224C28"/>
    <w:rsid w:val="00224D34"/>
    <w:rsid w:val="002343B7"/>
    <w:rsid w:val="00234EE8"/>
    <w:rsid w:val="0023504E"/>
    <w:rsid w:val="002360BA"/>
    <w:rsid w:val="00237A0F"/>
    <w:rsid w:val="00237D72"/>
    <w:rsid w:val="00241104"/>
    <w:rsid w:val="00241149"/>
    <w:rsid w:val="00241362"/>
    <w:rsid w:val="0024524E"/>
    <w:rsid w:val="00245B52"/>
    <w:rsid w:val="00250BC8"/>
    <w:rsid w:val="00252E68"/>
    <w:rsid w:val="00253853"/>
    <w:rsid w:val="00254613"/>
    <w:rsid w:val="00255A73"/>
    <w:rsid w:val="002563C3"/>
    <w:rsid w:val="00256EA5"/>
    <w:rsid w:val="00261096"/>
    <w:rsid w:val="00262765"/>
    <w:rsid w:val="002655DB"/>
    <w:rsid w:val="00267175"/>
    <w:rsid w:val="00270160"/>
    <w:rsid w:val="0027082D"/>
    <w:rsid w:val="00271898"/>
    <w:rsid w:val="00271908"/>
    <w:rsid w:val="00271978"/>
    <w:rsid w:val="00271A54"/>
    <w:rsid w:val="0027255E"/>
    <w:rsid w:val="002733B9"/>
    <w:rsid w:val="002748FE"/>
    <w:rsid w:val="00275504"/>
    <w:rsid w:val="002760F4"/>
    <w:rsid w:val="002768FA"/>
    <w:rsid w:val="002775C7"/>
    <w:rsid w:val="002824FD"/>
    <w:rsid w:val="00284223"/>
    <w:rsid w:val="00284CA8"/>
    <w:rsid w:val="0028601C"/>
    <w:rsid w:val="00286BE0"/>
    <w:rsid w:val="00287083"/>
    <w:rsid w:val="002873F4"/>
    <w:rsid w:val="00290759"/>
    <w:rsid w:val="0029169B"/>
    <w:rsid w:val="00291A86"/>
    <w:rsid w:val="00293CF8"/>
    <w:rsid w:val="002948BF"/>
    <w:rsid w:val="0029761B"/>
    <w:rsid w:val="002A0880"/>
    <w:rsid w:val="002A0E7D"/>
    <w:rsid w:val="002A30F4"/>
    <w:rsid w:val="002A4ACE"/>
    <w:rsid w:val="002A5A08"/>
    <w:rsid w:val="002A5EA3"/>
    <w:rsid w:val="002B1064"/>
    <w:rsid w:val="002B144E"/>
    <w:rsid w:val="002B1E41"/>
    <w:rsid w:val="002B2F66"/>
    <w:rsid w:val="002B4B76"/>
    <w:rsid w:val="002B5127"/>
    <w:rsid w:val="002B60F5"/>
    <w:rsid w:val="002B76CD"/>
    <w:rsid w:val="002B7782"/>
    <w:rsid w:val="002B784C"/>
    <w:rsid w:val="002C0721"/>
    <w:rsid w:val="002C3BDB"/>
    <w:rsid w:val="002C6559"/>
    <w:rsid w:val="002C7494"/>
    <w:rsid w:val="002D4B2F"/>
    <w:rsid w:val="002D66A3"/>
    <w:rsid w:val="002E1F2F"/>
    <w:rsid w:val="002E31D9"/>
    <w:rsid w:val="002E4F23"/>
    <w:rsid w:val="002F1F09"/>
    <w:rsid w:val="002F3B25"/>
    <w:rsid w:val="002F49F3"/>
    <w:rsid w:val="002F58E2"/>
    <w:rsid w:val="002F6B5B"/>
    <w:rsid w:val="00301DB9"/>
    <w:rsid w:val="003051EF"/>
    <w:rsid w:val="0030729E"/>
    <w:rsid w:val="00312012"/>
    <w:rsid w:val="0031201E"/>
    <w:rsid w:val="00312886"/>
    <w:rsid w:val="00312AA8"/>
    <w:rsid w:val="003130C5"/>
    <w:rsid w:val="003161F5"/>
    <w:rsid w:val="003204C0"/>
    <w:rsid w:val="00324B58"/>
    <w:rsid w:val="00332084"/>
    <w:rsid w:val="003321E5"/>
    <w:rsid w:val="00332DAE"/>
    <w:rsid w:val="00332FBE"/>
    <w:rsid w:val="00337237"/>
    <w:rsid w:val="003415FB"/>
    <w:rsid w:val="003432FE"/>
    <w:rsid w:val="00343E3F"/>
    <w:rsid w:val="003479FB"/>
    <w:rsid w:val="00350C3C"/>
    <w:rsid w:val="00353849"/>
    <w:rsid w:val="003544D9"/>
    <w:rsid w:val="00355B67"/>
    <w:rsid w:val="00357C78"/>
    <w:rsid w:val="00360CFA"/>
    <w:rsid w:val="00362089"/>
    <w:rsid w:val="0036447A"/>
    <w:rsid w:val="003653E3"/>
    <w:rsid w:val="00365433"/>
    <w:rsid w:val="00365D7C"/>
    <w:rsid w:val="00370A1E"/>
    <w:rsid w:val="0037312A"/>
    <w:rsid w:val="003771BC"/>
    <w:rsid w:val="0038234A"/>
    <w:rsid w:val="00383C34"/>
    <w:rsid w:val="003878A8"/>
    <w:rsid w:val="0039372A"/>
    <w:rsid w:val="00394BC4"/>
    <w:rsid w:val="003966DC"/>
    <w:rsid w:val="00397E29"/>
    <w:rsid w:val="003A0AB9"/>
    <w:rsid w:val="003A2AB3"/>
    <w:rsid w:val="003A3D1D"/>
    <w:rsid w:val="003A50E8"/>
    <w:rsid w:val="003A744D"/>
    <w:rsid w:val="003A764A"/>
    <w:rsid w:val="003B0666"/>
    <w:rsid w:val="003B2CE3"/>
    <w:rsid w:val="003B60FE"/>
    <w:rsid w:val="003B7A94"/>
    <w:rsid w:val="003C056C"/>
    <w:rsid w:val="003C268C"/>
    <w:rsid w:val="003C31DD"/>
    <w:rsid w:val="003C5A63"/>
    <w:rsid w:val="003C5BB4"/>
    <w:rsid w:val="003C6AAF"/>
    <w:rsid w:val="003C6E83"/>
    <w:rsid w:val="003D2FA4"/>
    <w:rsid w:val="003D39C5"/>
    <w:rsid w:val="003D49F6"/>
    <w:rsid w:val="003D58CB"/>
    <w:rsid w:val="003D5937"/>
    <w:rsid w:val="003D7E36"/>
    <w:rsid w:val="003E109D"/>
    <w:rsid w:val="003E1BB4"/>
    <w:rsid w:val="003E23EC"/>
    <w:rsid w:val="003E2421"/>
    <w:rsid w:val="003E2AF3"/>
    <w:rsid w:val="003E6D6C"/>
    <w:rsid w:val="003F28DD"/>
    <w:rsid w:val="003F405C"/>
    <w:rsid w:val="00400885"/>
    <w:rsid w:val="004016D1"/>
    <w:rsid w:val="00403399"/>
    <w:rsid w:val="00405DC5"/>
    <w:rsid w:val="00406466"/>
    <w:rsid w:val="00406DF4"/>
    <w:rsid w:val="0041126B"/>
    <w:rsid w:val="0041174C"/>
    <w:rsid w:val="00412667"/>
    <w:rsid w:val="00414125"/>
    <w:rsid w:val="00414637"/>
    <w:rsid w:val="00416514"/>
    <w:rsid w:val="004204E2"/>
    <w:rsid w:val="00421520"/>
    <w:rsid w:val="00424F72"/>
    <w:rsid w:val="00431609"/>
    <w:rsid w:val="00431E71"/>
    <w:rsid w:val="00433817"/>
    <w:rsid w:val="00434803"/>
    <w:rsid w:val="0043574B"/>
    <w:rsid w:val="0043650E"/>
    <w:rsid w:val="00437611"/>
    <w:rsid w:val="00437845"/>
    <w:rsid w:val="00440DA0"/>
    <w:rsid w:val="00441E44"/>
    <w:rsid w:val="00443342"/>
    <w:rsid w:val="00444280"/>
    <w:rsid w:val="0044452F"/>
    <w:rsid w:val="00445323"/>
    <w:rsid w:val="004501FA"/>
    <w:rsid w:val="004512FD"/>
    <w:rsid w:val="004553F3"/>
    <w:rsid w:val="004615D1"/>
    <w:rsid w:val="004620BE"/>
    <w:rsid w:val="00462537"/>
    <w:rsid w:val="00462BCA"/>
    <w:rsid w:val="00463319"/>
    <w:rsid w:val="004633C3"/>
    <w:rsid w:val="0047057C"/>
    <w:rsid w:val="004713F5"/>
    <w:rsid w:val="00473F48"/>
    <w:rsid w:val="00474720"/>
    <w:rsid w:val="00474DA3"/>
    <w:rsid w:val="00475F14"/>
    <w:rsid w:val="00476413"/>
    <w:rsid w:val="0047790B"/>
    <w:rsid w:val="00481ED7"/>
    <w:rsid w:val="0048331F"/>
    <w:rsid w:val="004834CB"/>
    <w:rsid w:val="00483B23"/>
    <w:rsid w:val="004840BE"/>
    <w:rsid w:val="00484E30"/>
    <w:rsid w:val="0048589B"/>
    <w:rsid w:val="00485F73"/>
    <w:rsid w:val="004869F3"/>
    <w:rsid w:val="00487C17"/>
    <w:rsid w:val="00490788"/>
    <w:rsid w:val="004911AE"/>
    <w:rsid w:val="00491D2D"/>
    <w:rsid w:val="00495EFB"/>
    <w:rsid w:val="004A1CF6"/>
    <w:rsid w:val="004A3183"/>
    <w:rsid w:val="004A614E"/>
    <w:rsid w:val="004A67DE"/>
    <w:rsid w:val="004B0E05"/>
    <w:rsid w:val="004B1083"/>
    <w:rsid w:val="004B3FCB"/>
    <w:rsid w:val="004B4DE2"/>
    <w:rsid w:val="004B6DBB"/>
    <w:rsid w:val="004B7FCC"/>
    <w:rsid w:val="004C1F01"/>
    <w:rsid w:val="004C201E"/>
    <w:rsid w:val="004C20E8"/>
    <w:rsid w:val="004C3D69"/>
    <w:rsid w:val="004C4574"/>
    <w:rsid w:val="004C503F"/>
    <w:rsid w:val="004C5049"/>
    <w:rsid w:val="004C5908"/>
    <w:rsid w:val="004C65AD"/>
    <w:rsid w:val="004C6918"/>
    <w:rsid w:val="004C6EC3"/>
    <w:rsid w:val="004D2F7E"/>
    <w:rsid w:val="004D56EA"/>
    <w:rsid w:val="004D7578"/>
    <w:rsid w:val="004D7D8C"/>
    <w:rsid w:val="004E1A76"/>
    <w:rsid w:val="004E2C7B"/>
    <w:rsid w:val="004E3A76"/>
    <w:rsid w:val="004E5713"/>
    <w:rsid w:val="004E5F81"/>
    <w:rsid w:val="004E60E7"/>
    <w:rsid w:val="004E6A9C"/>
    <w:rsid w:val="004F09F1"/>
    <w:rsid w:val="004F0F9B"/>
    <w:rsid w:val="004F1EAA"/>
    <w:rsid w:val="004F21D2"/>
    <w:rsid w:val="004F573E"/>
    <w:rsid w:val="004F5DDE"/>
    <w:rsid w:val="004F6699"/>
    <w:rsid w:val="004F6965"/>
    <w:rsid w:val="004F7BE0"/>
    <w:rsid w:val="005001A8"/>
    <w:rsid w:val="00503F76"/>
    <w:rsid w:val="0050432B"/>
    <w:rsid w:val="00510151"/>
    <w:rsid w:val="00511106"/>
    <w:rsid w:val="00511F6B"/>
    <w:rsid w:val="00512CE2"/>
    <w:rsid w:val="00514057"/>
    <w:rsid w:val="005140C2"/>
    <w:rsid w:val="0051599C"/>
    <w:rsid w:val="00517766"/>
    <w:rsid w:val="00517DB7"/>
    <w:rsid w:val="005239F2"/>
    <w:rsid w:val="00523B30"/>
    <w:rsid w:val="00523F2F"/>
    <w:rsid w:val="00523FEF"/>
    <w:rsid w:val="0052423B"/>
    <w:rsid w:val="0052442F"/>
    <w:rsid w:val="00525100"/>
    <w:rsid w:val="005267DB"/>
    <w:rsid w:val="00526BAD"/>
    <w:rsid w:val="00527C16"/>
    <w:rsid w:val="00531CA5"/>
    <w:rsid w:val="00532828"/>
    <w:rsid w:val="00532DC4"/>
    <w:rsid w:val="005337F2"/>
    <w:rsid w:val="00536E57"/>
    <w:rsid w:val="00537121"/>
    <w:rsid w:val="00542AD8"/>
    <w:rsid w:val="005439ED"/>
    <w:rsid w:val="00543E4A"/>
    <w:rsid w:val="00546F6F"/>
    <w:rsid w:val="00550301"/>
    <w:rsid w:val="00552108"/>
    <w:rsid w:val="00553AE0"/>
    <w:rsid w:val="00555341"/>
    <w:rsid w:val="00557EDA"/>
    <w:rsid w:val="00557EE2"/>
    <w:rsid w:val="00560327"/>
    <w:rsid w:val="00561741"/>
    <w:rsid w:val="00561A34"/>
    <w:rsid w:val="00561AC0"/>
    <w:rsid w:val="00562DA9"/>
    <w:rsid w:val="00563182"/>
    <w:rsid w:val="0056587B"/>
    <w:rsid w:val="00567107"/>
    <w:rsid w:val="0057005B"/>
    <w:rsid w:val="00570DC6"/>
    <w:rsid w:val="00571623"/>
    <w:rsid w:val="00571E19"/>
    <w:rsid w:val="0057452F"/>
    <w:rsid w:val="005774DF"/>
    <w:rsid w:val="00577FEE"/>
    <w:rsid w:val="0058170D"/>
    <w:rsid w:val="00582C23"/>
    <w:rsid w:val="0058487F"/>
    <w:rsid w:val="00584BFB"/>
    <w:rsid w:val="00584E6E"/>
    <w:rsid w:val="00585A1B"/>
    <w:rsid w:val="0058620E"/>
    <w:rsid w:val="00587C4C"/>
    <w:rsid w:val="00590D3C"/>
    <w:rsid w:val="00590E2A"/>
    <w:rsid w:val="00595B53"/>
    <w:rsid w:val="005A0679"/>
    <w:rsid w:val="005A13D1"/>
    <w:rsid w:val="005A2C3C"/>
    <w:rsid w:val="005A3448"/>
    <w:rsid w:val="005A38A7"/>
    <w:rsid w:val="005A56B9"/>
    <w:rsid w:val="005A58FD"/>
    <w:rsid w:val="005A5DAD"/>
    <w:rsid w:val="005A67E7"/>
    <w:rsid w:val="005A6974"/>
    <w:rsid w:val="005A7B66"/>
    <w:rsid w:val="005B358D"/>
    <w:rsid w:val="005B425B"/>
    <w:rsid w:val="005B4FFB"/>
    <w:rsid w:val="005C0640"/>
    <w:rsid w:val="005C0AF4"/>
    <w:rsid w:val="005C0E20"/>
    <w:rsid w:val="005C1DAC"/>
    <w:rsid w:val="005C1FE3"/>
    <w:rsid w:val="005C2254"/>
    <w:rsid w:val="005C6837"/>
    <w:rsid w:val="005C7684"/>
    <w:rsid w:val="005D169A"/>
    <w:rsid w:val="005D364F"/>
    <w:rsid w:val="005D6C2D"/>
    <w:rsid w:val="005D72F0"/>
    <w:rsid w:val="005E01BD"/>
    <w:rsid w:val="005E0D90"/>
    <w:rsid w:val="005E155C"/>
    <w:rsid w:val="005E227B"/>
    <w:rsid w:val="005E26A7"/>
    <w:rsid w:val="005E6DF8"/>
    <w:rsid w:val="005E7DAD"/>
    <w:rsid w:val="005F2B65"/>
    <w:rsid w:val="005F42E7"/>
    <w:rsid w:val="005F537E"/>
    <w:rsid w:val="005F6ABC"/>
    <w:rsid w:val="005F6FD3"/>
    <w:rsid w:val="006008CD"/>
    <w:rsid w:val="00601D26"/>
    <w:rsid w:val="0060391E"/>
    <w:rsid w:val="006046C9"/>
    <w:rsid w:val="0060573C"/>
    <w:rsid w:val="00606889"/>
    <w:rsid w:val="00610B82"/>
    <w:rsid w:val="00614185"/>
    <w:rsid w:val="00614E5C"/>
    <w:rsid w:val="006150B9"/>
    <w:rsid w:val="0061779F"/>
    <w:rsid w:val="0062094F"/>
    <w:rsid w:val="00624A14"/>
    <w:rsid w:val="0062665E"/>
    <w:rsid w:val="00626848"/>
    <w:rsid w:val="00626D73"/>
    <w:rsid w:val="006279A3"/>
    <w:rsid w:val="00627E70"/>
    <w:rsid w:val="00631DF2"/>
    <w:rsid w:val="00636694"/>
    <w:rsid w:val="00636850"/>
    <w:rsid w:val="006405E1"/>
    <w:rsid w:val="00640E40"/>
    <w:rsid w:val="006423CE"/>
    <w:rsid w:val="00643CF3"/>
    <w:rsid w:val="00644C8C"/>
    <w:rsid w:val="00645148"/>
    <w:rsid w:val="00647322"/>
    <w:rsid w:val="00647973"/>
    <w:rsid w:val="00657EB3"/>
    <w:rsid w:val="006629E4"/>
    <w:rsid w:val="006644DB"/>
    <w:rsid w:val="006712C3"/>
    <w:rsid w:val="0067260D"/>
    <w:rsid w:val="006749D2"/>
    <w:rsid w:val="00674C6A"/>
    <w:rsid w:val="0068024F"/>
    <w:rsid w:val="00681DD2"/>
    <w:rsid w:val="00682CEC"/>
    <w:rsid w:val="00683FCD"/>
    <w:rsid w:val="006874AA"/>
    <w:rsid w:val="00687D3B"/>
    <w:rsid w:val="00691C20"/>
    <w:rsid w:val="00692F08"/>
    <w:rsid w:val="006930B5"/>
    <w:rsid w:val="006A05E3"/>
    <w:rsid w:val="006A0603"/>
    <w:rsid w:val="006A10D3"/>
    <w:rsid w:val="006A1CAA"/>
    <w:rsid w:val="006A1D34"/>
    <w:rsid w:val="006A4F06"/>
    <w:rsid w:val="006A5421"/>
    <w:rsid w:val="006A6063"/>
    <w:rsid w:val="006A6570"/>
    <w:rsid w:val="006A6A44"/>
    <w:rsid w:val="006A6CE8"/>
    <w:rsid w:val="006A7796"/>
    <w:rsid w:val="006B1516"/>
    <w:rsid w:val="006B1556"/>
    <w:rsid w:val="006B31E8"/>
    <w:rsid w:val="006C2E44"/>
    <w:rsid w:val="006C403B"/>
    <w:rsid w:val="006C4108"/>
    <w:rsid w:val="006C445D"/>
    <w:rsid w:val="006C60A7"/>
    <w:rsid w:val="006C661F"/>
    <w:rsid w:val="006D060C"/>
    <w:rsid w:val="006D0D9E"/>
    <w:rsid w:val="006D1A5C"/>
    <w:rsid w:val="006D4686"/>
    <w:rsid w:val="006D5611"/>
    <w:rsid w:val="006D56D6"/>
    <w:rsid w:val="006D692B"/>
    <w:rsid w:val="006D785C"/>
    <w:rsid w:val="006E08A3"/>
    <w:rsid w:val="006E13A1"/>
    <w:rsid w:val="006E201F"/>
    <w:rsid w:val="006E3DCF"/>
    <w:rsid w:val="006E4227"/>
    <w:rsid w:val="006E6236"/>
    <w:rsid w:val="006E65CC"/>
    <w:rsid w:val="006E7105"/>
    <w:rsid w:val="006E7B09"/>
    <w:rsid w:val="006F36D8"/>
    <w:rsid w:val="006F6163"/>
    <w:rsid w:val="006F72F8"/>
    <w:rsid w:val="007061FF"/>
    <w:rsid w:val="007066A8"/>
    <w:rsid w:val="0071191D"/>
    <w:rsid w:val="00712C59"/>
    <w:rsid w:val="007144FE"/>
    <w:rsid w:val="00714A9D"/>
    <w:rsid w:val="007156C7"/>
    <w:rsid w:val="00716B1C"/>
    <w:rsid w:val="0071725C"/>
    <w:rsid w:val="00721371"/>
    <w:rsid w:val="0072215B"/>
    <w:rsid w:val="00724D33"/>
    <w:rsid w:val="00725081"/>
    <w:rsid w:val="0072796A"/>
    <w:rsid w:val="007318E8"/>
    <w:rsid w:val="00733E8F"/>
    <w:rsid w:val="0073665F"/>
    <w:rsid w:val="0073734E"/>
    <w:rsid w:val="0074204E"/>
    <w:rsid w:val="00742F05"/>
    <w:rsid w:val="0074350A"/>
    <w:rsid w:val="00743CE8"/>
    <w:rsid w:val="00745BC3"/>
    <w:rsid w:val="00753A97"/>
    <w:rsid w:val="00753C1A"/>
    <w:rsid w:val="007548C8"/>
    <w:rsid w:val="007550DA"/>
    <w:rsid w:val="00756DA6"/>
    <w:rsid w:val="00757116"/>
    <w:rsid w:val="00760BBC"/>
    <w:rsid w:val="0076149E"/>
    <w:rsid w:val="00761C0E"/>
    <w:rsid w:val="007632E1"/>
    <w:rsid w:val="00763877"/>
    <w:rsid w:val="0076477B"/>
    <w:rsid w:val="00766835"/>
    <w:rsid w:val="00766CCE"/>
    <w:rsid w:val="0076712E"/>
    <w:rsid w:val="007708DF"/>
    <w:rsid w:val="00771DF4"/>
    <w:rsid w:val="00772442"/>
    <w:rsid w:val="00773C3E"/>
    <w:rsid w:val="0077592F"/>
    <w:rsid w:val="00777205"/>
    <w:rsid w:val="007772D0"/>
    <w:rsid w:val="00777E75"/>
    <w:rsid w:val="007809CE"/>
    <w:rsid w:val="00780F2F"/>
    <w:rsid w:val="0078252C"/>
    <w:rsid w:val="00782CC2"/>
    <w:rsid w:val="00782DF0"/>
    <w:rsid w:val="00783BF8"/>
    <w:rsid w:val="00787526"/>
    <w:rsid w:val="007937E5"/>
    <w:rsid w:val="00793AA8"/>
    <w:rsid w:val="00794DD1"/>
    <w:rsid w:val="00795C44"/>
    <w:rsid w:val="0079628E"/>
    <w:rsid w:val="00796DED"/>
    <w:rsid w:val="007A4E18"/>
    <w:rsid w:val="007A645D"/>
    <w:rsid w:val="007A76F3"/>
    <w:rsid w:val="007B1CDD"/>
    <w:rsid w:val="007B21E1"/>
    <w:rsid w:val="007B30B4"/>
    <w:rsid w:val="007B5F13"/>
    <w:rsid w:val="007B7A16"/>
    <w:rsid w:val="007C1574"/>
    <w:rsid w:val="007C479A"/>
    <w:rsid w:val="007C7828"/>
    <w:rsid w:val="007C7F50"/>
    <w:rsid w:val="007D183F"/>
    <w:rsid w:val="007D28F4"/>
    <w:rsid w:val="007D52CA"/>
    <w:rsid w:val="007D59D6"/>
    <w:rsid w:val="007D5A2B"/>
    <w:rsid w:val="007D5BF3"/>
    <w:rsid w:val="007D5C79"/>
    <w:rsid w:val="007D6B63"/>
    <w:rsid w:val="007D798A"/>
    <w:rsid w:val="007E0D07"/>
    <w:rsid w:val="007E1920"/>
    <w:rsid w:val="007E3189"/>
    <w:rsid w:val="007F040F"/>
    <w:rsid w:val="007F15AE"/>
    <w:rsid w:val="007F1662"/>
    <w:rsid w:val="007F794B"/>
    <w:rsid w:val="007F7AAE"/>
    <w:rsid w:val="00801688"/>
    <w:rsid w:val="00801C08"/>
    <w:rsid w:val="00803023"/>
    <w:rsid w:val="00803A7D"/>
    <w:rsid w:val="00805C07"/>
    <w:rsid w:val="00807BAA"/>
    <w:rsid w:val="00811227"/>
    <w:rsid w:val="00815876"/>
    <w:rsid w:val="008158D7"/>
    <w:rsid w:val="0081754A"/>
    <w:rsid w:val="008179E0"/>
    <w:rsid w:val="00820E8B"/>
    <w:rsid w:val="008222B6"/>
    <w:rsid w:val="008267B0"/>
    <w:rsid w:val="008270BC"/>
    <w:rsid w:val="00830489"/>
    <w:rsid w:val="008312EB"/>
    <w:rsid w:val="00831597"/>
    <w:rsid w:val="00835B70"/>
    <w:rsid w:val="008409F7"/>
    <w:rsid w:val="00842839"/>
    <w:rsid w:val="008445CA"/>
    <w:rsid w:val="00847759"/>
    <w:rsid w:val="00847DFB"/>
    <w:rsid w:val="00847F05"/>
    <w:rsid w:val="00855497"/>
    <w:rsid w:val="00855B04"/>
    <w:rsid w:val="00861020"/>
    <w:rsid w:val="00862307"/>
    <w:rsid w:val="008629B9"/>
    <w:rsid w:val="0086379D"/>
    <w:rsid w:val="00863E6F"/>
    <w:rsid w:val="00864561"/>
    <w:rsid w:val="00867A14"/>
    <w:rsid w:val="008704D9"/>
    <w:rsid w:val="00870BD2"/>
    <w:rsid w:val="008728F8"/>
    <w:rsid w:val="008729CB"/>
    <w:rsid w:val="008758BA"/>
    <w:rsid w:val="00875E6C"/>
    <w:rsid w:val="00875EDC"/>
    <w:rsid w:val="0087735D"/>
    <w:rsid w:val="00877413"/>
    <w:rsid w:val="0087761C"/>
    <w:rsid w:val="00880339"/>
    <w:rsid w:val="00881494"/>
    <w:rsid w:val="00881810"/>
    <w:rsid w:val="00882DCF"/>
    <w:rsid w:val="00884CC4"/>
    <w:rsid w:val="008855DE"/>
    <w:rsid w:val="008860BB"/>
    <w:rsid w:val="008906B4"/>
    <w:rsid w:val="00890EF0"/>
    <w:rsid w:val="00890F04"/>
    <w:rsid w:val="00892C7B"/>
    <w:rsid w:val="00893A3C"/>
    <w:rsid w:val="0089420E"/>
    <w:rsid w:val="0089502F"/>
    <w:rsid w:val="00895A32"/>
    <w:rsid w:val="0089609A"/>
    <w:rsid w:val="008969A0"/>
    <w:rsid w:val="008977F2"/>
    <w:rsid w:val="008A0A3F"/>
    <w:rsid w:val="008A4567"/>
    <w:rsid w:val="008A7A19"/>
    <w:rsid w:val="008B039E"/>
    <w:rsid w:val="008B341B"/>
    <w:rsid w:val="008B3B57"/>
    <w:rsid w:val="008B47D7"/>
    <w:rsid w:val="008B502F"/>
    <w:rsid w:val="008B6F11"/>
    <w:rsid w:val="008B6F4A"/>
    <w:rsid w:val="008C2C2B"/>
    <w:rsid w:val="008C4BCD"/>
    <w:rsid w:val="008C5333"/>
    <w:rsid w:val="008C6E56"/>
    <w:rsid w:val="008C742F"/>
    <w:rsid w:val="008D10D7"/>
    <w:rsid w:val="008D613A"/>
    <w:rsid w:val="008D68E2"/>
    <w:rsid w:val="008D6CF0"/>
    <w:rsid w:val="008D7E36"/>
    <w:rsid w:val="008E1128"/>
    <w:rsid w:val="008E45CB"/>
    <w:rsid w:val="008E4707"/>
    <w:rsid w:val="008E48CA"/>
    <w:rsid w:val="008E5303"/>
    <w:rsid w:val="008E5B40"/>
    <w:rsid w:val="008E5F2E"/>
    <w:rsid w:val="008E6CD3"/>
    <w:rsid w:val="008E7B73"/>
    <w:rsid w:val="008F0A3D"/>
    <w:rsid w:val="008F1E99"/>
    <w:rsid w:val="008F2027"/>
    <w:rsid w:val="008F409A"/>
    <w:rsid w:val="008F6D20"/>
    <w:rsid w:val="008F79AE"/>
    <w:rsid w:val="008F7B31"/>
    <w:rsid w:val="00900419"/>
    <w:rsid w:val="009020FD"/>
    <w:rsid w:val="00902295"/>
    <w:rsid w:val="00902A3C"/>
    <w:rsid w:val="00903857"/>
    <w:rsid w:val="00903C24"/>
    <w:rsid w:val="009057C2"/>
    <w:rsid w:val="0090588E"/>
    <w:rsid w:val="00905FAD"/>
    <w:rsid w:val="0090613D"/>
    <w:rsid w:val="00910F10"/>
    <w:rsid w:val="00912FB8"/>
    <w:rsid w:val="0091445A"/>
    <w:rsid w:val="009219AF"/>
    <w:rsid w:val="009222F9"/>
    <w:rsid w:val="00926D69"/>
    <w:rsid w:val="00934BA6"/>
    <w:rsid w:val="009359EF"/>
    <w:rsid w:val="00936EEA"/>
    <w:rsid w:val="0093771C"/>
    <w:rsid w:val="00941188"/>
    <w:rsid w:val="009455CB"/>
    <w:rsid w:val="0094574F"/>
    <w:rsid w:val="00946081"/>
    <w:rsid w:val="00947A2C"/>
    <w:rsid w:val="00947E99"/>
    <w:rsid w:val="00950AFB"/>
    <w:rsid w:val="00952574"/>
    <w:rsid w:val="00953DCC"/>
    <w:rsid w:val="009547D5"/>
    <w:rsid w:val="009559B2"/>
    <w:rsid w:val="00955DB0"/>
    <w:rsid w:val="00956491"/>
    <w:rsid w:val="00960D19"/>
    <w:rsid w:val="009614C7"/>
    <w:rsid w:val="00961804"/>
    <w:rsid w:val="00961EDD"/>
    <w:rsid w:val="009669F8"/>
    <w:rsid w:val="00966D94"/>
    <w:rsid w:val="009678A4"/>
    <w:rsid w:val="00971073"/>
    <w:rsid w:val="00971684"/>
    <w:rsid w:val="00973D13"/>
    <w:rsid w:val="00974206"/>
    <w:rsid w:val="00974A3F"/>
    <w:rsid w:val="00975643"/>
    <w:rsid w:val="00981A5D"/>
    <w:rsid w:val="0098210F"/>
    <w:rsid w:val="00983F68"/>
    <w:rsid w:val="00986B3A"/>
    <w:rsid w:val="0098734A"/>
    <w:rsid w:val="00987A78"/>
    <w:rsid w:val="00987E98"/>
    <w:rsid w:val="0099250D"/>
    <w:rsid w:val="00992BED"/>
    <w:rsid w:val="0099686F"/>
    <w:rsid w:val="009A08D4"/>
    <w:rsid w:val="009A17BD"/>
    <w:rsid w:val="009A5BA5"/>
    <w:rsid w:val="009A73A4"/>
    <w:rsid w:val="009A785B"/>
    <w:rsid w:val="009B048A"/>
    <w:rsid w:val="009B199C"/>
    <w:rsid w:val="009B2C31"/>
    <w:rsid w:val="009B4E3A"/>
    <w:rsid w:val="009B50C1"/>
    <w:rsid w:val="009B5A48"/>
    <w:rsid w:val="009C1504"/>
    <w:rsid w:val="009C349E"/>
    <w:rsid w:val="009C3A53"/>
    <w:rsid w:val="009C3FAE"/>
    <w:rsid w:val="009C41B3"/>
    <w:rsid w:val="009C451C"/>
    <w:rsid w:val="009C4B17"/>
    <w:rsid w:val="009C561A"/>
    <w:rsid w:val="009C5FA9"/>
    <w:rsid w:val="009C650D"/>
    <w:rsid w:val="009C7592"/>
    <w:rsid w:val="009C7CF0"/>
    <w:rsid w:val="009D0CB9"/>
    <w:rsid w:val="009E2258"/>
    <w:rsid w:val="009E2821"/>
    <w:rsid w:val="009E7C72"/>
    <w:rsid w:val="009F2BD9"/>
    <w:rsid w:val="009F56B5"/>
    <w:rsid w:val="009F72A7"/>
    <w:rsid w:val="00A00865"/>
    <w:rsid w:val="00A01EFD"/>
    <w:rsid w:val="00A05DC2"/>
    <w:rsid w:val="00A128AA"/>
    <w:rsid w:val="00A15241"/>
    <w:rsid w:val="00A15EB2"/>
    <w:rsid w:val="00A1652D"/>
    <w:rsid w:val="00A169C4"/>
    <w:rsid w:val="00A17C05"/>
    <w:rsid w:val="00A17C3F"/>
    <w:rsid w:val="00A2032D"/>
    <w:rsid w:val="00A20B22"/>
    <w:rsid w:val="00A21D81"/>
    <w:rsid w:val="00A26B97"/>
    <w:rsid w:val="00A30619"/>
    <w:rsid w:val="00A310B9"/>
    <w:rsid w:val="00A31A7C"/>
    <w:rsid w:val="00A31D42"/>
    <w:rsid w:val="00A320DC"/>
    <w:rsid w:val="00A3235E"/>
    <w:rsid w:val="00A3283B"/>
    <w:rsid w:val="00A334F7"/>
    <w:rsid w:val="00A34DDC"/>
    <w:rsid w:val="00A37297"/>
    <w:rsid w:val="00A41094"/>
    <w:rsid w:val="00A43B65"/>
    <w:rsid w:val="00A449C1"/>
    <w:rsid w:val="00A44A10"/>
    <w:rsid w:val="00A4556E"/>
    <w:rsid w:val="00A45C5A"/>
    <w:rsid w:val="00A466C0"/>
    <w:rsid w:val="00A4755D"/>
    <w:rsid w:val="00A50A68"/>
    <w:rsid w:val="00A50B0F"/>
    <w:rsid w:val="00A50CC3"/>
    <w:rsid w:val="00A52755"/>
    <w:rsid w:val="00A56D50"/>
    <w:rsid w:val="00A616E9"/>
    <w:rsid w:val="00A626A3"/>
    <w:rsid w:val="00A62E1D"/>
    <w:rsid w:val="00A63B8A"/>
    <w:rsid w:val="00A63DC0"/>
    <w:rsid w:val="00A642DA"/>
    <w:rsid w:val="00A64D1F"/>
    <w:rsid w:val="00A70667"/>
    <w:rsid w:val="00A711C6"/>
    <w:rsid w:val="00A7125C"/>
    <w:rsid w:val="00A71DFE"/>
    <w:rsid w:val="00A72723"/>
    <w:rsid w:val="00A727F6"/>
    <w:rsid w:val="00A7472C"/>
    <w:rsid w:val="00A7608D"/>
    <w:rsid w:val="00A76DFF"/>
    <w:rsid w:val="00A77D84"/>
    <w:rsid w:val="00A808F5"/>
    <w:rsid w:val="00A81172"/>
    <w:rsid w:val="00A851BE"/>
    <w:rsid w:val="00A8617C"/>
    <w:rsid w:val="00A873F4"/>
    <w:rsid w:val="00A87432"/>
    <w:rsid w:val="00A937B9"/>
    <w:rsid w:val="00A947F3"/>
    <w:rsid w:val="00AA06B9"/>
    <w:rsid w:val="00AA18E1"/>
    <w:rsid w:val="00AA195E"/>
    <w:rsid w:val="00AA1AF0"/>
    <w:rsid w:val="00AA4622"/>
    <w:rsid w:val="00AA4BE7"/>
    <w:rsid w:val="00AA66DF"/>
    <w:rsid w:val="00AB14FD"/>
    <w:rsid w:val="00AB2A93"/>
    <w:rsid w:val="00AB3C85"/>
    <w:rsid w:val="00AB6EB4"/>
    <w:rsid w:val="00AC06CD"/>
    <w:rsid w:val="00AC083C"/>
    <w:rsid w:val="00AC1239"/>
    <w:rsid w:val="00AC20ED"/>
    <w:rsid w:val="00AC3368"/>
    <w:rsid w:val="00AC540B"/>
    <w:rsid w:val="00AC5759"/>
    <w:rsid w:val="00AC7D78"/>
    <w:rsid w:val="00AD02C8"/>
    <w:rsid w:val="00AD120E"/>
    <w:rsid w:val="00AD3429"/>
    <w:rsid w:val="00AD4847"/>
    <w:rsid w:val="00AD6239"/>
    <w:rsid w:val="00AE00D3"/>
    <w:rsid w:val="00AE0571"/>
    <w:rsid w:val="00AE16A1"/>
    <w:rsid w:val="00AE1AB4"/>
    <w:rsid w:val="00AE22DC"/>
    <w:rsid w:val="00AE4F96"/>
    <w:rsid w:val="00AE625E"/>
    <w:rsid w:val="00AE6499"/>
    <w:rsid w:val="00AE7A13"/>
    <w:rsid w:val="00AE7DEE"/>
    <w:rsid w:val="00AF06DB"/>
    <w:rsid w:val="00AF08B2"/>
    <w:rsid w:val="00AF1392"/>
    <w:rsid w:val="00AF1E47"/>
    <w:rsid w:val="00AF453D"/>
    <w:rsid w:val="00AF531D"/>
    <w:rsid w:val="00AF7DA0"/>
    <w:rsid w:val="00B0341B"/>
    <w:rsid w:val="00B03CE3"/>
    <w:rsid w:val="00B04B23"/>
    <w:rsid w:val="00B06E4B"/>
    <w:rsid w:val="00B07005"/>
    <w:rsid w:val="00B109E1"/>
    <w:rsid w:val="00B10A45"/>
    <w:rsid w:val="00B117DF"/>
    <w:rsid w:val="00B13143"/>
    <w:rsid w:val="00B13275"/>
    <w:rsid w:val="00B149A1"/>
    <w:rsid w:val="00B1536D"/>
    <w:rsid w:val="00B15AC8"/>
    <w:rsid w:val="00B161BD"/>
    <w:rsid w:val="00B16F0F"/>
    <w:rsid w:val="00B2010A"/>
    <w:rsid w:val="00B22046"/>
    <w:rsid w:val="00B25BDC"/>
    <w:rsid w:val="00B25CF6"/>
    <w:rsid w:val="00B26B32"/>
    <w:rsid w:val="00B2713C"/>
    <w:rsid w:val="00B30739"/>
    <w:rsid w:val="00B30DBC"/>
    <w:rsid w:val="00B310C4"/>
    <w:rsid w:val="00B31DAC"/>
    <w:rsid w:val="00B34059"/>
    <w:rsid w:val="00B343B2"/>
    <w:rsid w:val="00B34B76"/>
    <w:rsid w:val="00B368A5"/>
    <w:rsid w:val="00B37205"/>
    <w:rsid w:val="00B37B84"/>
    <w:rsid w:val="00B405CB"/>
    <w:rsid w:val="00B40946"/>
    <w:rsid w:val="00B41C84"/>
    <w:rsid w:val="00B44FA8"/>
    <w:rsid w:val="00B464E4"/>
    <w:rsid w:val="00B50566"/>
    <w:rsid w:val="00B50DB0"/>
    <w:rsid w:val="00B52697"/>
    <w:rsid w:val="00B53845"/>
    <w:rsid w:val="00B53866"/>
    <w:rsid w:val="00B55626"/>
    <w:rsid w:val="00B55FD2"/>
    <w:rsid w:val="00B57372"/>
    <w:rsid w:val="00B57C23"/>
    <w:rsid w:val="00B60A96"/>
    <w:rsid w:val="00B614CF"/>
    <w:rsid w:val="00B63BFF"/>
    <w:rsid w:val="00B63DB3"/>
    <w:rsid w:val="00B70145"/>
    <w:rsid w:val="00B7123B"/>
    <w:rsid w:val="00B72423"/>
    <w:rsid w:val="00B730BD"/>
    <w:rsid w:val="00B7349E"/>
    <w:rsid w:val="00B73F17"/>
    <w:rsid w:val="00B74123"/>
    <w:rsid w:val="00B76A90"/>
    <w:rsid w:val="00B80F17"/>
    <w:rsid w:val="00B82393"/>
    <w:rsid w:val="00B87554"/>
    <w:rsid w:val="00B906F7"/>
    <w:rsid w:val="00B92C9D"/>
    <w:rsid w:val="00B92DD9"/>
    <w:rsid w:val="00B94302"/>
    <w:rsid w:val="00B94584"/>
    <w:rsid w:val="00B95519"/>
    <w:rsid w:val="00BA019F"/>
    <w:rsid w:val="00BA18B3"/>
    <w:rsid w:val="00BA18E1"/>
    <w:rsid w:val="00BA1BE9"/>
    <w:rsid w:val="00BA21BF"/>
    <w:rsid w:val="00BA24D2"/>
    <w:rsid w:val="00BA3778"/>
    <w:rsid w:val="00BA63E4"/>
    <w:rsid w:val="00BA6B94"/>
    <w:rsid w:val="00BA6C8C"/>
    <w:rsid w:val="00BB097D"/>
    <w:rsid w:val="00BB10CC"/>
    <w:rsid w:val="00BB4F90"/>
    <w:rsid w:val="00BB7099"/>
    <w:rsid w:val="00BB7356"/>
    <w:rsid w:val="00BC29F6"/>
    <w:rsid w:val="00BC331C"/>
    <w:rsid w:val="00BC4084"/>
    <w:rsid w:val="00BC632B"/>
    <w:rsid w:val="00BC7635"/>
    <w:rsid w:val="00BC7DA8"/>
    <w:rsid w:val="00BD16D9"/>
    <w:rsid w:val="00BD1857"/>
    <w:rsid w:val="00BD32F5"/>
    <w:rsid w:val="00BD35F9"/>
    <w:rsid w:val="00BD4AD9"/>
    <w:rsid w:val="00BD6F5F"/>
    <w:rsid w:val="00BD7A6C"/>
    <w:rsid w:val="00BE070F"/>
    <w:rsid w:val="00BE0942"/>
    <w:rsid w:val="00BE3E5B"/>
    <w:rsid w:val="00BE65FA"/>
    <w:rsid w:val="00BE76D6"/>
    <w:rsid w:val="00BF0F18"/>
    <w:rsid w:val="00BF1822"/>
    <w:rsid w:val="00BF18FA"/>
    <w:rsid w:val="00C01023"/>
    <w:rsid w:val="00C02147"/>
    <w:rsid w:val="00C059EF"/>
    <w:rsid w:val="00C07117"/>
    <w:rsid w:val="00C10AC0"/>
    <w:rsid w:val="00C13EDA"/>
    <w:rsid w:val="00C15808"/>
    <w:rsid w:val="00C15EA5"/>
    <w:rsid w:val="00C15F2A"/>
    <w:rsid w:val="00C17031"/>
    <w:rsid w:val="00C171AA"/>
    <w:rsid w:val="00C21331"/>
    <w:rsid w:val="00C21644"/>
    <w:rsid w:val="00C221C2"/>
    <w:rsid w:val="00C222B1"/>
    <w:rsid w:val="00C245BA"/>
    <w:rsid w:val="00C24C85"/>
    <w:rsid w:val="00C25763"/>
    <w:rsid w:val="00C25B38"/>
    <w:rsid w:val="00C27F6B"/>
    <w:rsid w:val="00C30A29"/>
    <w:rsid w:val="00C31B18"/>
    <w:rsid w:val="00C33B87"/>
    <w:rsid w:val="00C35EE4"/>
    <w:rsid w:val="00C36A01"/>
    <w:rsid w:val="00C37532"/>
    <w:rsid w:val="00C37865"/>
    <w:rsid w:val="00C4061D"/>
    <w:rsid w:val="00C411FF"/>
    <w:rsid w:val="00C41615"/>
    <w:rsid w:val="00C426DF"/>
    <w:rsid w:val="00C448F6"/>
    <w:rsid w:val="00C44F34"/>
    <w:rsid w:val="00C45BB8"/>
    <w:rsid w:val="00C4688F"/>
    <w:rsid w:val="00C53A20"/>
    <w:rsid w:val="00C55684"/>
    <w:rsid w:val="00C60133"/>
    <w:rsid w:val="00C62907"/>
    <w:rsid w:val="00C62C04"/>
    <w:rsid w:val="00C63174"/>
    <w:rsid w:val="00C64156"/>
    <w:rsid w:val="00C64C52"/>
    <w:rsid w:val="00C65484"/>
    <w:rsid w:val="00C71272"/>
    <w:rsid w:val="00C7304E"/>
    <w:rsid w:val="00C73A3A"/>
    <w:rsid w:val="00C73BEB"/>
    <w:rsid w:val="00C75F03"/>
    <w:rsid w:val="00C77303"/>
    <w:rsid w:val="00C77BBF"/>
    <w:rsid w:val="00C85DE6"/>
    <w:rsid w:val="00C87364"/>
    <w:rsid w:val="00C932C9"/>
    <w:rsid w:val="00C95EA0"/>
    <w:rsid w:val="00C966F3"/>
    <w:rsid w:val="00C967E7"/>
    <w:rsid w:val="00C97798"/>
    <w:rsid w:val="00CA102A"/>
    <w:rsid w:val="00CA124D"/>
    <w:rsid w:val="00CA1D21"/>
    <w:rsid w:val="00CA2AF7"/>
    <w:rsid w:val="00CA2FA3"/>
    <w:rsid w:val="00CA360E"/>
    <w:rsid w:val="00CA3FF8"/>
    <w:rsid w:val="00CA4350"/>
    <w:rsid w:val="00CA43AA"/>
    <w:rsid w:val="00CA7C77"/>
    <w:rsid w:val="00CB2BA7"/>
    <w:rsid w:val="00CB4B52"/>
    <w:rsid w:val="00CB5069"/>
    <w:rsid w:val="00CB58BC"/>
    <w:rsid w:val="00CC24F8"/>
    <w:rsid w:val="00CC54DC"/>
    <w:rsid w:val="00CC551E"/>
    <w:rsid w:val="00CC56DB"/>
    <w:rsid w:val="00CC63D9"/>
    <w:rsid w:val="00CC78F3"/>
    <w:rsid w:val="00CC7A81"/>
    <w:rsid w:val="00CD0BF6"/>
    <w:rsid w:val="00CD0CCE"/>
    <w:rsid w:val="00CD22E7"/>
    <w:rsid w:val="00CD2880"/>
    <w:rsid w:val="00CD2EBE"/>
    <w:rsid w:val="00CD2F75"/>
    <w:rsid w:val="00CD325F"/>
    <w:rsid w:val="00CD3EDB"/>
    <w:rsid w:val="00CD55C0"/>
    <w:rsid w:val="00CD65C0"/>
    <w:rsid w:val="00CD6CDF"/>
    <w:rsid w:val="00CD6DFA"/>
    <w:rsid w:val="00CD71E1"/>
    <w:rsid w:val="00CE017A"/>
    <w:rsid w:val="00CE0B1B"/>
    <w:rsid w:val="00CE2F54"/>
    <w:rsid w:val="00CF08D2"/>
    <w:rsid w:val="00CF0A16"/>
    <w:rsid w:val="00CF249B"/>
    <w:rsid w:val="00CF6027"/>
    <w:rsid w:val="00CF77EC"/>
    <w:rsid w:val="00D016DD"/>
    <w:rsid w:val="00D01A02"/>
    <w:rsid w:val="00D02614"/>
    <w:rsid w:val="00D05BF8"/>
    <w:rsid w:val="00D06009"/>
    <w:rsid w:val="00D064D7"/>
    <w:rsid w:val="00D1125F"/>
    <w:rsid w:val="00D119DD"/>
    <w:rsid w:val="00D11DFB"/>
    <w:rsid w:val="00D1444B"/>
    <w:rsid w:val="00D14AA7"/>
    <w:rsid w:val="00D15690"/>
    <w:rsid w:val="00D15EA0"/>
    <w:rsid w:val="00D16D8F"/>
    <w:rsid w:val="00D20D4B"/>
    <w:rsid w:val="00D211E4"/>
    <w:rsid w:val="00D21E9E"/>
    <w:rsid w:val="00D2282F"/>
    <w:rsid w:val="00D30453"/>
    <w:rsid w:val="00D32D4E"/>
    <w:rsid w:val="00D35282"/>
    <w:rsid w:val="00D3571C"/>
    <w:rsid w:val="00D35B3B"/>
    <w:rsid w:val="00D36FBC"/>
    <w:rsid w:val="00D4041D"/>
    <w:rsid w:val="00D43C5E"/>
    <w:rsid w:val="00D46B1A"/>
    <w:rsid w:val="00D46EF6"/>
    <w:rsid w:val="00D5032B"/>
    <w:rsid w:val="00D51CE6"/>
    <w:rsid w:val="00D5393E"/>
    <w:rsid w:val="00D615BC"/>
    <w:rsid w:val="00D62F28"/>
    <w:rsid w:val="00D6403A"/>
    <w:rsid w:val="00D6416A"/>
    <w:rsid w:val="00D66A1D"/>
    <w:rsid w:val="00D67E2D"/>
    <w:rsid w:val="00D70C83"/>
    <w:rsid w:val="00D732A8"/>
    <w:rsid w:val="00D737AA"/>
    <w:rsid w:val="00D73FC8"/>
    <w:rsid w:val="00D751BE"/>
    <w:rsid w:val="00D7658A"/>
    <w:rsid w:val="00D7750A"/>
    <w:rsid w:val="00D812F2"/>
    <w:rsid w:val="00D851F2"/>
    <w:rsid w:val="00D86E33"/>
    <w:rsid w:val="00D90406"/>
    <w:rsid w:val="00D92E35"/>
    <w:rsid w:val="00D9677E"/>
    <w:rsid w:val="00D97288"/>
    <w:rsid w:val="00DA13AB"/>
    <w:rsid w:val="00DA17A7"/>
    <w:rsid w:val="00DA1AFE"/>
    <w:rsid w:val="00DA1CD5"/>
    <w:rsid w:val="00DA4541"/>
    <w:rsid w:val="00DA5A2C"/>
    <w:rsid w:val="00DA7FE9"/>
    <w:rsid w:val="00DB15EE"/>
    <w:rsid w:val="00DB1E39"/>
    <w:rsid w:val="00DB4B66"/>
    <w:rsid w:val="00DB4CE5"/>
    <w:rsid w:val="00DB6A21"/>
    <w:rsid w:val="00DB7CB3"/>
    <w:rsid w:val="00DC20B6"/>
    <w:rsid w:val="00DC240C"/>
    <w:rsid w:val="00DC29A6"/>
    <w:rsid w:val="00DC6D7B"/>
    <w:rsid w:val="00DC786C"/>
    <w:rsid w:val="00DD0BE4"/>
    <w:rsid w:val="00DD4ABA"/>
    <w:rsid w:val="00DD54B2"/>
    <w:rsid w:val="00DD6839"/>
    <w:rsid w:val="00DD7427"/>
    <w:rsid w:val="00DE0145"/>
    <w:rsid w:val="00DE22FF"/>
    <w:rsid w:val="00DE3DDB"/>
    <w:rsid w:val="00DE5704"/>
    <w:rsid w:val="00DE627B"/>
    <w:rsid w:val="00DE6EDE"/>
    <w:rsid w:val="00DE6FBF"/>
    <w:rsid w:val="00DF16A8"/>
    <w:rsid w:val="00DF2B8C"/>
    <w:rsid w:val="00DF5331"/>
    <w:rsid w:val="00DF5A81"/>
    <w:rsid w:val="00DF609F"/>
    <w:rsid w:val="00DF7746"/>
    <w:rsid w:val="00E002FE"/>
    <w:rsid w:val="00E02561"/>
    <w:rsid w:val="00E04BD7"/>
    <w:rsid w:val="00E06429"/>
    <w:rsid w:val="00E107AF"/>
    <w:rsid w:val="00E11EE6"/>
    <w:rsid w:val="00E12080"/>
    <w:rsid w:val="00E1229B"/>
    <w:rsid w:val="00E13F1C"/>
    <w:rsid w:val="00E1456D"/>
    <w:rsid w:val="00E15825"/>
    <w:rsid w:val="00E16DF7"/>
    <w:rsid w:val="00E21B83"/>
    <w:rsid w:val="00E22687"/>
    <w:rsid w:val="00E22C26"/>
    <w:rsid w:val="00E26068"/>
    <w:rsid w:val="00E273F9"/>
    <w:rsid w:val="00E333E6"/>
    <w:rsid w:val="00E34A5F"/>
    <w:rsid w:val="00E36624"/>
    <w:rsid w:val="00E36D2B"/>
    <w:rsid w:val="00E3714E"/>
    <w:rsid w:val="00E4380C"/>
    <w:rsid w:val="00E45E1A"/>
    <w:rsid w:val="00E50482"/>
    <w:rsid w:val="00E511F9"/>
    <w:rsid w:val="00E5150C"/>
    <w:rsid w:val="00E546FF"/>
    <w:rsid w:val="00E57059"/>
    <w:rsid w:val="00E5745A"/>
    <w:rsid w:val="00E57734"/>
    <w:rsid w:val="00E57762"/>
    <w:rsid w:val="00E60A2D"/>
    <w:rsid w:val="00E63488"/>
    <w:rsid w:val="00E635C6"/>
    <w:rsid w:val="00E67872"/>
    <w:rsid w:val="00E67E51"/>
    <w:rsid w:val="00E70F07"/>
    <w:rsid w:val="00E72993"/>
    <w:rsid w:val="00E73D66"/>
    <w:rsid w:val="00E740C9"/>
    <w:rsid w:val="00E8764A"/>
    <w:rsid w:val="00E90D59"/>
    <w:rsid w:val="00E91B64"/>
    <w:rsid w:val="00E96D05"/>
    <w:rsid w:val="00EA29A6"/>
    <w:rsid w:val="00EA3076"/>
    <w:rsid w:val="00EA33AE"/>
    <w:rsid w:val="00EA5E38"/>
    <w:rsid w:val="00EA751F"/>
    <w:rsid w:val="00EA7C2A"/>
    <w:rsid w:val="00EB1145"/>
    <w:rsid w:val="00EB3C99"/>
    <w:rsid w:val="00EB510F"/>
    <w:rsid w:val="00EB6D13"/>
    <w:rsid w:val="00EC0240"/>
    <w:rsid w:val="00EC0531"/>
    <w:rsid w:val="00EC1EF2"/>
    <w:rsid w:val="00EC27E8"/>
    <w:rsid w:val="00EC4F4E"/>
    <w:rsid w:val="00EC5AD3"/>
    <w:rsid w:val="00EC643C"/>
    <w:rsid w:val="00EC65B8"/>
    <w:rsid w:val="00ED2633"/>
    <w:rsid w:val="00ED4393"/>
    <w:rsid w:val="00ED7E62"/>
    <w:rsid w:val="00EE1D6A"/>
    <w:rsid w:val="00EE38E9"/>
    <w:rsid w:val="00EE3DC0"/>
    <w:rsid w:val="00EE4DAE"/>
    <w:rsid w:val="00EE738F"/>
    <w:rsid w:val="00EE7759"/>
    <w:rsid w:val="00EF0DCE"/>
    <w:rsid w:val="00EF1FD2"/>
    <w:rsid w:val="00EF21F0"/>
    <w:rsid w:val="00EF3C8A"/>
    <w:rsid w:val="00EF40A4"/>
    <w:rsid w:val="00EF42E4"/>
    <w:rsid w:val="00EF5579"/>
    <w:rsid w:val="00F013E5"/>
    <w:rsid w:val="00F01B01"/>
    <w:rsid w:val="00F02FDF"/>
    <w:rsid w:val="00F06B5E"/>
    <w:rsid w:val="00F07085"/>
    <w:rsid w:val="00F07211"/>
    <w:rsid w:val="00F12209"/>
    <w:rsid w:val="00F12A7D"/>
    <w:rsid w:val="00F13DAA"/>
    <w:rsid w:val="00F15D81"/>
    <w:rsid w:val="00F20D05"/>
    <w:rsid w:val="00F2241D"/>
    <w:rsid w:val="00F22AB0"/>
    <w:rsid w:val="00F302D2"/>
    <w:rsid w:val="00F313F1"/>
    <w:rsid w:val="00F316E0"/>
    <w:rsid w:val="00F33739"/>
    <w:rsid w:val="00F3625A"/>
    <w:rsid w:val="00F376B3"/>
    <w:rsid w:val="00F40C08"/>
    <w:rsid w:val="00F416FF"/>
    <w:rsid w:val="00F43364"/>
    <w:rsid w:val="00F4397A"/>
    <w:rsid w:val="00F4548F"/>
    <w:rsid w:val="00F47121"/>
    <w:rsid w:val="00F52B4B"/>
    <w:rsid w:val="00F547D4"/>
    <w:rsid w:val="00F54EE5"/>
    <w:rsid w:val="00F54FC8"/>
    <w:rsid w:val="00F56543"/>
    <w:rsid w:val="00F6002F"/>
    <w:rsid w:val="00F62ACD"/>
    <w:rsid w:val="00F648BB"/>
    <w:rsid w:val="00F671BD"/>
    <w:rsid w:val="00F67EAF"/>
    <w:rsid w:val="00F743E3"/>
    <w:rsid w:val="00F74925"/>
    <w:rsid w:val="00F75349"/>
    <w:rsid w:val="00F77D77"/>
    <w:rsid w:val="00F81CDD"/>
    <w:rsid w:val="00F81D7E"/>
    <w:rsid w:val="00F8221D"/>
    <w:rsid w:val="00F86384"/>
    <w:rsid w:val="00F878E3"/>
    <w:rsid w:val="00F92975"/>
    <w:rsid w:val="00F93CEB"/>
    <w:rsid w:val="00F95B8B"/>
    <w:rsid w:val="00F9661E"/>
    <w:rsid w:val="00F97FB6"/>
    <w:rsid w:val="00FA272B"/>
    <w:rsid w:val="00FA29EC"/>
    <w:rsid w:val="00FA5DAA"/>
    <w:rsid w:val="00FA6240"/>
    <w:rsid w:val="00FB0024"/>
    <w:rsid w:val="00FB0799"/>
    <w:rsid w:val="00FB09C1"/>
    <w:rsid w:val="00FB15A5"/>
    <w:rsid w:val="00FB2932"/>
    <w:rsid w:val="00FB34E0"/>
    <w:rsid w:val="00FB6C65"/>
    <w:rsid w:val="00FC0425"/>
    <w:rsid w:val="00FC6EA0"/>
    <w:rsid w:val="00FD1E20"/>
    <w:rsid w:val="00FD23EA"/>
    <w:rsid w:val="00FD2A32"/>
    <w:rsid w:val="00FD3D0C"/>
    <w:rsid w:val="00FD40E0"/>
    <w:rsid w:val="00FD4ABE"/>
    <w:rsid w:val="00FD5DA7"/>
    <w:rsid w:val="00FD7228"/>
    <w:rsid w:val="00FE27B2"/>
    <w:rsid w:val="00FE2908"/>
    <w:rsid w:val="00FE33F4"/>
    <w:rsid w:val="00FE505D"/>
    <w:rsid w:val="00FE78CF"/>
    <w:rsid w:val="00FF04AA"/>
    <w:rsid w:val="00FF0EAF"/>
    <w:rsid w:val="00FF0F32"/>
    <w:rsid w:val="00FF13D3"/>
    <w:rsid w:val="00FF314B"/>
    <w:rsid w:val="00FF5638"/>
    <w:rsid w:val="00FF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A2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B4B5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259</TotalTime>
  <Pages>3</Pages>
  <Words>863</Words>
  <Characters>4921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</dc:creator>
  <cp:keywords/>
  <dc:description/>
  <cp:lastModifiedBy>Совет Депутатов</cp:lastModifiedBy>
  <cp:revision>8</cp:revision>
  <cp:lastPrinted>2013-02-25T05:57:00Z</cp:lastPrinted>
  <dcterms:created xsi:type="dcterms:W3CDTF">2013-02-11T08:35:00Z</dcterms:created>
  <dcterms:modified xsi:type="dcterms:W3CDTF">2013-02-25T05:57:00Z</dcterms:modified>
</cp:coreProperties>
</file>