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41E" w:rsidRDefault="00E6041E" w:rsidP="004A44C2">
      <w:pPr>
        <w:pStyle w:val="Caption"/>
        <w:tabs>
          <w:tab w:val="left" w:pos="-142"/>
        </w:tabs>
        <w:ind w:left="-284" w:right="423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6.25pt">
            <v:imagedata r:id="rId4" o:title="" gain="88562f"/>
          </v:shape>
        </w:pict>
      </w:r>
    </w:p>
    <w:p w:rsidR="00E6041E" w:rsidRDefault="00E6041E" w:rsidP="004A44C2">
      <w:pPr>
        <w:tabs>
          <w:tab w:val="left" w:pos="6340"/>
        </w:tabs>
        <w:ind w:left="-284" w:right="425"/>
        <w:jc w:val="center"/>
        <w:rPr>
          <w:lang w:val="en-US"/>
        </w:rPr>
      </w:pPr>
    </w:p>
    <w:p w:rsidR="00E6041E" w:rsidRDefault="00E6041E" w:rsidP="004A44C2">
      <w:pPr>
        <w:pStyle w:val="Caption"/>
        <w:ind w:left="-284" w:right="-9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E6041E" w:rsidRDefault="00E6041E" w:rsidP="004A44C2">
      <w:pPr>
        <w:pStyle w:val="Caption"/>
        <w:ind w:left="-284" w:right="-93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E6041E" w:rsidRDefault="00E6041E" w:rsidP="004A44C2">
      <w:pPr>
        <w:pStyle w:val="Caption"/>
        <w:ind w:left="-284" w:right="-93"/>
        <w:rPr>
          <w:b/>
          <w:bCs/>
          <w:szCs w:val="28"/>
        </w:rPr>
      </w:pPr>
      <w:r>
        <w:rPr>
          <w:b/>
          <w:bCs/>
          <w:szCs w:val="28"/>
        </w:rPr>
        <w:t>ЛЕНИНГРАДСКОЙ  ОБЛАСТИ</w:t>
      </w:r>
    </w:p>
    <w:p w:rsidR="00E6041E" w:rsidRDefault="00E6041E" w:rsidP="004A44C2">
      <w:pPr>
        <w:pStyle w:val="BodyTextIndent"/>
        <w:ind w:left="-284" w:right="-1"/>
        <w:jc w:val="center"/>
        <w:rPr>
          <w:b/>
          <w:sz w:val="28"/>
          <w:szCs w:val="28"/>
        </w:rPr>
      </w:pPr>
    </w:p>
    <w:p w:rsidR="00E6041E" w:rsidRPr="004A44C2" w:rsidRDefault="00E6041E" w:rsidP="004A44C2">
      <w:pPr>
        <w:pStyle w:val="Heading1"/>
        <w:ind w:left="-284" w:right="49"/>
        <w:jc w:val="center"/>
        <w:rPr>
          <w:sz w:val="28"/>
          <w:szCs w:val="28"/>
          <w:lang w:val="ru-RU"/>
        </w:rPr>
      </w:pPr>
      <w:r w:rsidRPr="004A44C2">
        <w:rPr>
          <w:sz w:val="28"/>
          <w:szCs w:val="28"/>
          <w:lang w:val="ru-RU"/>
        </w:rPr>
        <w:t>Р Е Ш Е Н И Е</w:t>
      </w:r>
    </w:p>
    <w:p w:rsidR="00E6041E" w:rsidRDefault="00E6041E" w:rsidP="004A44C2">
      <w:pPr>
        <w:jc w:val="center"/>
        <w:rPr>
          <w:sz w:val="24"/>
        </w:rPr>
      </w:pPr>
    </w:p>
    <w:p w:rsidR="00E6041E" w:rsidRDefault="00E6041E" w:rsidP="004A44C2">
      <w:pPr>
        <w:jc w:val="center"/>
      </w:pPr>
    </w:p>
    <w:p w:rsidR="00E6041E" w:rsidRDefault="00E6041E" w:rsidP="004A44C2">
      <w:pPr>
        <w:pStyle w:val="Caption"/>
        <w:ind w:left="-142" w:right="-93"/>
      </w:pPr>
      <w:r>
        <w:t xml:space="preserve">от 22 февраля </w:t>
      </w:r>
      <w:smartTag w:uri="urn:schemas-microsoft-com:office:smarttags" w:element="metricconverter">
        <w:smartTagPr>
          <w:attr w:name="ProductID" w:val="2013 г"/>
        </w:smartTagPr>
        <w:r>
          <w:t>2013 г</w:t>
        </w:r>
      </w:smartTag>
      <w:r>
        <w:t>.                                                                           № 292</w:t>
      </w:r>
    </w:p>
    <w:p w:rsidR="00E6041E" w:rsidRPr="00247B06" w:rsidRDefault="00E6041E" w:rsidP="005E583D">
      <w:pPr>
        <w:pStyle w:val="Caption"/>
        <w:tabs>
          <w:tab w:val="left" w:pos="5103"/>
        </w:tabs>
        <w:ind w:left="360" w:right="-180"/>
        <w:rPr>
          <w:sz w:val="16"/>
          <w:szCs w:val="16"/>
        </w:rPr>
      </w:pPr>
    </w:p>
    <w:p w:rsidR="00E6041E" w:rsidRPr="003861A1" w:rsidRDefault="00E6041E" w:rsidP="003861A1">
      <w:pPr>
        <w:tabs>
          <w:tab w:val="left" w:pos="5103"/>
        </w:tabs>
        <w:ind w:left="180" w:right="4500"/>
        <w:jc w:val="both"/>
        <w:rPr>
          <w:sz w:val="24"/>
          <w:szCs w:val="24"/>
        </w:rPr>
      </w:pPr>
      <w:r w:rsidRPr="003861A1">
        <w:rPr>
          <w:sz w:val="24"/>
          <w:szCs w:val="24"/>
        </w:rPr>
        <w:t>Об учреждении знака отличия Гатчинского муниципального района «За вклад в развитие Гатчинского муниципального района»</w:t>
      </w:r>
    </w:p>
    <w:p w:rsidR="00E6041E" w:rsidRDefault="00E6041E" w:rsidP="005E583D">
      <w:pPr>
        <w:tabs>
          <w:tab w:val="left" w:pos="5103"/>
        </w:tabs>
        <w:ind w:firstLine="540"/>
        <w:jc w:val="both"/>
        <w:rPr>
          <w:sz w:val="28"/>
          <w:szCs w:val="28"/>
        </w:rPr>
      </w:pPr>
      <w:r w:rsidRPr="00BF0F99">
        <w:rPr>
          <w:sz w:val="28"/>
          <w:szCs w:val="28"/>
        </w:rPr>
        <w:tab/>
      </w:r>
    </w:p>
    <w:p w:rsidR="00E6041E" w:rsidRPr="00BF0F99" w:rsidRDefault="00E6041E" w:rsidP="005E583D">
      <w:pPr>
        <w:tabs>
          <w:tab w:val="left" w:pos="5103"/>
        </w:tabs>
        <w:ind w:firstLine="540"/>
        <w:jc w:val="both"/>
        <w:rPr>
          <w:sz w:val="28"/>
          <w:szCs w:val="28"/>
        </w:rPr>
      </w:pPr>
    </w:p>
    <w:p w:rsidR="00E6041E" w:rsidRDefault="00E6041E" w:rsidP="00670368">
      <w:pPr>
        <w:autoSpaceDE w:val="0"/>
        <w:autoSpaceDN w:val="0"/>
        <w:adjustRightInd w:val="0"/>
        <w:ind w:left="540" w:firstLine="311"/>
        <w:jc w:val="both"/>
        <w:rPr>
          <w:sz w:val="28"/>
          <w:szCs w:val="28"/>
          <w:lang w:eastAsia="en-US"/>
        </w:rPr>
      </w:pPr>
      <w:r w:rsidRPr="00BF0F9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со ст.9 </w:t>
      </w:r>
      <w:r>
        <w:rPr>
          <w:sz w:val="28"/>
          <w:szCs w:val="28"/>
          <w:lang w:eastAsia="en-US"/>
        </w:rPr>
        <w:t>Федерального закона от 06.10.2003 г. № 131-ФЗ</w:t>
      </w:r>
    </w:p>
    <w:p w:rsidR="00E6041E" w:rsidRPr="00BF0F99" w:rsidRDefault="00E6041E" w:rsidP="0067036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«Об общих принципах организации местного самоуправления в Российской Федерации», Указом Президента РФ от 21.03.1996 г. №403 «О Государственном геральдическом регистре Российской Федерации», </w:t>
      </w:r>
      <w:r w:rsidRPr="00BF0F99">
        <w:rPr>
          <w:sz w:val="28"/>
          <w:szCs w:val="28"/>
        </w:rPr>
        <w:t xml:space="preserve"> Уставом Гатчинского муниципального района, </w:t>
      </w:r>
      <w:r>
        <w:rPr>
          <w:sz w:val="28"/>
          <w:szCs w:val="28"/>
        </w:rPr>
        <w:t>в целях признания выдающихся заслуг граждан перед Гатчинским муниципальным районом и поощрения личной деятельности, а также совершенствования форм награждения</w:t>
      </w:r>
    </w:p>
    <w:p w:rsidR="00E6041E" w:rsidRPr="00BF0F99" w:rsidRDefault="00E6041E" w:rsidP="005E583D">
      <w:pPr>
        <w:tabs>
          <w:tab w:val="left" w:pos="5103"/>
        </w:tabs>
        <w:ind w:left="540" w:right="-180" w:firstLine="540"/>
        <w:jc w:val="both"/>
        <w:rPr>
          <w:sz w:val="28"/>
          <w:szCs w:val="28"/>
        </w:rPr>
      </w:pPr>
    </w:p>
    <w:p w:rsidR="00E6041E" w:rsidRPr="00EF3687" w:rsidRDefault="00E6041E" w:rsidP="00247B06">
      <w:pPr>
        <w:pStyle w:val="Heading7"/>
        <w:tabs>
          <w:tab w:val="left" w:pos="5103"/>
        </w:tabs>
        <w:ind w:right="-180"/>
        <w:rPr>
          <w:sz w:val="28"/>
          <w:szCs w:val="28"/>
        </w:rPr>
      </w:pPr>
      <w:r w:rsidRPr="00EF3687">
        <w:rPr>
          <w:sz w:val="28"/>
          <w:szCs w:val="28"/>
        </w:rPr>
        <w:t>Совет депутатов Гатчинского муниципального района</w:t>
      </w:r>
    </w:p>
    <w:p w:rsidR="00E6041E" w:rsidRDefault="00E6041E" w:rsidP="00247B06">
      <w:pPr>
        <w:tabs>
          <w:tab w:val="left" w:pos="5103"/>
        </w:tabs>
        <w:ind w:right="-180"/>
        <w:jc w:val="center"/>
        <w:rPr>
          <w:b/>
          <w:sz w:val="28"/>
          <w:szCs w:val="28"/>
        </w:rPr>
      </w:pPr>
      <w:r w:rsidRPr="00EF3687">
        <w:rPr>
          <w:b/>
          <w:sz w:val="28"/>
          <w:szCs w:val="28"/>
        </w:rPr>
        <w:t>РЕШИЛ:</w:t>
      </w:r>
    </w:p>
    <w:p w:rsidR="00E6041E" w:rsidRPr="00EF3687" w:rsidRDefault="00E6041E" w:rsidP="005E583D">
      <w:pPr>
        <w:tabs>
          <w:tab w:val="left" w:pos="5103"/>
        </w:tabs>
        <w:ind w:left="540" w:right="-180" w:firstLine="540"/>
        <w:jc w:val="center"/>
        <w:rPr>
          <w:b/>
          <w:sz w:val="28"/>
          <w:szCs w:val="28"/>
        </w:rPr>
      </w:pPr>
    </w:p>
    <w:p w:rsidR="00E6041E" w:rsidRPr="00AC038B" w:rsidRDefault="00E6041E" w:rsidP="00AC038B">
      <w:pPr>
        <w:ind w:firstLine="709"/>
        <w:jc w:val="both"/>
        <w:rPr>
          <w:sz w:val="28"/>
          <w:szCs w:val="28"/>
        </w:rPr>
      </w:pPr>
      <w:r w:rsidRPr="00AC038B">
        <w:rPr>
          <w:sz w:val="28"/>
          <w:szCs w:val="28"/>
        </w:rPr>
        <w:t xml:space="preserve">1. </w:t>
      </w:r>
      <w:r>
        <w:rPr>
          <w:sz w:val="28"/>
          <w:szCs w:val="28"/>
        </w:rPr>
        <w:t>Одобрить официальный символ Гатчинского муниципального района -</w:t>
      </w:r>
      <w:r w:rsidRPr="00AC038B">
        <w:rPr>
          <w:sz w:val="28"/>
          <w:szCs w:val="28"/>
        </w:rPr>
        <w:t xml:space="preserve"> знак отличия Гатчинского муниципального района «За вклад в развитие Гатчинского муниципального района».</w:t>
      </w:r>
    </w:p>
    <w:p w:rsidR="00E6041E" w:rsidRDefault="00E6041E" w:rsidP="00AC038B">
      <w:pPr>
        <w:ind w:firstLine="709"/>
        <w:jc w:val="both"/>
        <w:rPr>
          <w:sz w:val="28"/>
          <w:szCs w:val="28"/>
        </w:rPr>
      </w:pPr>
    </w:p>
    <w:p w:rsidR="00E6041E" w:rsidRPr="00AC038B" w:rsidRDefault="00E6041E" w:rsidP="00AC038B">
      <w:pPr>
        <w:ind w:firstLine="709"/>
        <w:jc w:val="both"/>
        <w:rPr>
          <w:sz w:val="28"/>
          <w:szCs w:val="28"/>
        </w:rPr>
      </w:pPr>
      <w:r w:rsidRPr="00AC038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Поручить Совету депутатов и администрации Гатчинского муниципального района доработать графическое изображение и геральдическое описание знака отличия Гатчинского муниципального района с учетом поступивших замечаний и представить на рассмотрение Совета депутатов. </w:t>
      </w:r>
    </w:p>
    <w:p w:rsidR="00E6041E" w:rsidRDefault="00E6041E" w:rsidP="00AC038B">
      <w:pPr>
        <w:ind w:firstLine="709"/>
        <w:jc w:val="both"/>
        <w:rPr>
          <w:sz w:val="28"/>
          <w:szCs w:val="28"/>
        </w:rPr>
      </w:pPr>
    </w:p>
    <w:p w:rsidR="00E6041E" w:rsidRPr="00AC038B" w:rsidRDefault="00E6041E" w:rsidP="00AC038B">
      <w:pPr>
        <w:ind w:firstLine="709"/>
        <w:jc w:val="both"/>
        <w:rPr>
          <w:sz w:val="28"/>
          <w:szCs w:val="28"/>
        </w:rPr>
      </w:pPr>
      <w:r w:rsidRPr="00AC038B">
        <w:rPr>
          <w:sz w:val="28"/>
          <w:szCs w:val="28"/>
        </w:rPr>
        <w:t xml:space="preserve"> 3. </w:t>
      </w:r>
      <w:r>
        <w:rPr>
          <w:sz w:val="28"/>
          <w:szCs w:val="28"/>
        </w:rPr>
        <w:t>Решение вступает в силу со дня принятия.</w:t>
      </w:r>
    </w:p>
    <w:p w:rsidR="00E6041E" w:rsidRPr="00AC038B" w:rsidRDefault="00E6041E" w:rsidP="00AC038B">
      <w:pPr>
        <w:rPr>
          <w:sz w:val="28"/>
          <w:szCs w:val="28"/>
        </w:rPr>
      </w:pPr>
    </w:p>
    <w:p w:rsidR="00E6041E" w:rsidRPr="00D0366F" w:rsidRDefault="00E6041E" w:rsidP="00FF78AA">
      <w:pPr>
        <w:rPr>
          <w:sz w:val="28"/>
          <w:szCs w:val="28"/>
        </w:rPr>
      </w:pPr>
      <w:r w:rsidRPr="00AC038B">
        <w:rPr>
          <w:sz w:val="28"/>
          <w:szCs w:val="28"/>
        </w:rPr>
        <w:tab/>
      </w:r>
    </w:p>
    <w:p w:rsidR="00E6041E" w:rsidRDefault="00E6041E" w:rsidP="005E583D">
      <w:pPr>
        <w:tabs>
          <w:tab w:val="num" w:pos="0"/>
          <w:tab w:val="left" w:pos="5103"/>
        </w:tabs>
        <w:ind w:left="540" w:right="-180" w:hanging="540"/>
        <w:jc w:val="both"/>
        <w:rPr>
          <w:sz w:val="28"/>
          <w:szCs w:val="28"/>
        </w:rPr>
      </w:pPr>
      <w:r w:rsidRPr="00D0366F">
        <w:rPr>
          <w:sz w:val="28"/>
          <w:szCs w:val="28"/>
        </w:rPr>
        <w:t xml:space="preserve">Глава </w:t>
      </w:r>
    </w:p>
    <w:p w:rsidR="00E6041E" w:rsidRDefault="00E6041E" w:rsidP="005E583D">
      <w:pPr>
        <w:tabs>
          <w:tab w:val="num" w:pos="0"/>
          <w:tab w:val="left" w:pos="5103"/>
        </w:tabs>
        <w:ind w:right="-180"/>
        <w:jc w:val="both"/>
        <w:rPr>
          <w:sz w:val="28"/>
          <w:szCs w:val="28"/>
        </w:rPr>
      </w:pPr>
      <w:r w:rsidRPr="00D0366F">
        <w:rPr>
          <w:sz w:val="28"/>
          <w:szCs w:val="28"/>
        </w:rPr>
        <w:t xml:space="preserve">Гатчинского муниципального района       </w:t>
      </w:r>
      <w:r>
        <w:rPr>
          <w:sz w:val="28"/>
          <w:szCs w:val="28"/>
        </w:rPr>
        <w:t xml:space="preserve">    </w:t>
      </w:r>
      <w:r w:rsidRPr="00D03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0366F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</w:t>
      </w:r>
      <w:r w:rsidRPr="00D0366F">
        <w:rPr>
          <w:sz w:val="28"/>
          <w:szCs w:val="28"/>
        </w:rPr>
        <w:t>А.И. Ильин</w:t>
      </w:r>
    </w:p>
    <w:sectPr w:rsidR="00E6041E" w:rsidSect="00F12942">
      <w:pgSz w:w="11906" w:h="16838"/>
      <w:pgMar w:top="993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8BB"/>
    <w:rsid w:val="00056754"/>
    <w:rsid w:val="00060C6F"/>
    <w:rsid w:val="0006361A"/>
    <w:rsid w:val="00064607"/>
    <w:rsid w:val="00075E82"/>
    <w:rsid w:val="000B66A2"/>
    <w:rsid w:val="000C5F6E"/>
    <w:rsid w:val="000D31F7"/>
    <w:rsid w:val="000F3E1F"/>
    <w:rsid w:val="00101522"/>
    <w:rsid w:val="001578EE"/>
    <w:rsid w:val="001D7F41"/>
    <w:rsid w:val="00210403"/>
    <w:rsid w:val="00247B06"/>
    <w:rsid w:val="00281206"/>
    <w:rsid w:val="002928BB"/>
    <w:rsid w:val="002A037F"/>
    <w:rsid w:val="002B5EBC"/>
    <w:rsid w:val="002E70CE"/>
    <w:rsid w:val="003542C0"/>
    <w:rsid w:val="003861A1"/>
    <w:rsid w:val="003C1652"/>
    <w:rsid w:val="003E2564"/>
    <w:rsid w:val="00443DFA"/>
    <w:rsid w:val="004A44C2"/>
    <w:rsid w:val="004D1115"/>
    <w:rsid w:val="005827E2"/>
    <w:rsid w:val="005E583D"/>
    <w:rsid w:val="005F5C9F"/>
    <w:rsid w:val="0063426F"/>
    <w:rsid w:val="00670368"/>
    <w:rsid w:val="0073276F"/>
    <w:rsid w:val="00746618"/>
    <w:rsid w:val="007564B8"/>
    <w:rsid w:val="007A2702"/>
    <w:rsid w:val="007D3AE8"/>
    <w:rsid w:val="007E2331"/>
    <w:rsid w:val="007E6E4F"/>
    <w:rsid w:val="00804023"/>
    <w:rsid w:val="00897537"/>
    <w:rsid w:val="008C2DA5"/>
    <w:rsid w:val="008D5E7A"/>
    <w:rsid w:val="008F4387"/>
    <w:rsid w:val="00911A2E"/>
    <w:rsid w:val="009618AD"/>
    <w:rsid w:val="00A00A3C"/>
    <w:rsid w:val="00A05F15"/>
    <w:rsid w:val="00A92073"/>
    <w:rsid w:val="00AA3ED8"/>
    <w:rsid w:val="00AA44A1"/>
    <w:rsid w:val="00AB60D3"/>
    <w:rsid w:val="00AC038B"/>
    <w:rsid w:val="00BA18F7"/>
    <w:rsid w:val="00BA3191"/>
    <w:rsid w:val="00BA66BE"/>
    <w:rsid w:val="00BD0B18"/>
    <w:rsid w:val="00BF0F99"/>
    <w:rsid w:val="00BF3528"/>
    <w:rsid w:val="00BF513C"/>
    <w:rsid w:val="00C1011D"/>
    <w:rsid w:val="00D0366F"/>
    <w:rsid w:val="00D26991"/>
    <w:rsid w:val="00D80D3B"/>
    <w:rsid w:val="00DA3308"/>
    <w:rsid w:val="00DB6C78"/>
    <w:rsid w:val="00DE1D00"/>
    <w:rsid w:val="00DE47A5"/>
    <w:rsid w:val="00DF2D3A"/>
    <w:rsid w:val="00E02CA7"/>
    <w:rsid w:val="00E13496"/>
    <w:rsid w:val="00E6041E"/>
    <w:rsid w:val="00E72FE9"/>
    <w:rsid w:val="00EA4D59"/>
    <w:rsid w:val="00EB0505"/>
    <w:rsid w:val="00ED1B94"/>
    <w:rsid w:val="00ED4CEB"/>
    <w:rsid w:val="00EF3687"/>
    <w:rsid w:val="00EF627C"/>
    <w:rsid w:val="00F12942"/>
    <w:rsid w:val="00F15586"/>
    <w:rsid w:val="00F45B3A"/>
    <w:rsid w:val="00F65D91"/>
    <w:rsid w:val="00F82114"/>
    <w:rsid w:val="00FA01C2"/>
    <w:rsid w:val="00FA7B7A"/>
    <w:rsid w:val="00FE6277"/>
    <w:rsid w:val="00FF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8BB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28BB"/>
    <w:pPr>
      <w:keepNext/>
      <w:outlineLvl w:val="0"/>
    </w:pPr>
    <w:rPr>
      <w:b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928BB"/>
    <w:pPr>
      <w:keepNext/>
      <w:jc w:val="center"/>
      <w:outlineLvl w:val="6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28BB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928BB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2928BB"/>
    <w:rPr>
      <w:sz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928BB"/>
    <w:rPr>
      <w:rFonts w:ascii="Times New Roman" w:hAnsi="Times New Roman" w:cs="Times New Roman"/>
      <w:sz w:val="20"/>
      <w:szCs w:val="20"/>
      <w:lang w:val="en-US" w:eastAsia="ru-RU"/>
    </w:rPr>
  </w:style>
  <w:style w:type="paragraph" w:styleId="Caption">
    <w:name w:val="caption"/>
    <w:basedOn w:val="Normal"/>
    <w:uiPriority w:val="99"/>
    <w:qFormat/>
    <w:rsid w:val="002928BB"/>
    <w:pPr>
      <w:jc w:val="center"/>
    </w:pPr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2928B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928B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F51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F51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BF3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6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320</TotalTime>
  <Pages>1</Pages>
  <Words>213</Words>
  <Characters>1219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smv-jur</dc:creator>
  <cp:keywords/>
  <dc:description/>
  <cp:lastModifiedBy>Совет Депутатов</cp:lastModifiedBy>
  <cp:revision>16</cp:revision>
  <cp:lastPrinted>2013-02-25T10:35:00Z</cp:lastPrinted>
  <dcterms:created xsi:type="dcterms:W3CDTF">2013-01-16T08:54:00Z</dcterms:created>
  <dcterms:modified xsi:type="dcterms:W3CDTF">2013-02-25T10:35:00Z</dcterms:modified>
</cp:coreProperties>
</file>